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EC05F"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-300990</wp:posOffset>
                </wp:positionH>
                <wp:positionV relativeFrom="page">
                  <wp:posOffset>217170</wp:posOffset>
                </wp:positionV>
                <wp:extent cx="7595870" cy="332740"/>
                <wp:effectExtent l="0" t="0" r="5080" b="1016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95870" cy="332740"/>
                          <a:chOff x="0" y="32532"/>
                          <a:chExt cx="7596000" cy="339989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0" y="39394"/>
                            <a:ext cx="7596000" cy="333127"/>
                          </a:xfrm>
                          <a:prstGeom prst="rect">
                            <a:avLst/>
                          </a:pr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  <wps:wsp>
                        <wps:cNvPr id="2" name="矩形 2"/>
                        <wps:cNvSpPr/>
                        <wps:spPr>
                          <a:xfrm>
                            <a:off x="5675092" y="32532"/>
                            <a:ext cx="1409724" cy="333751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6E0C12">
                              <w:pPr>
                                <w:adjustRightInd w:val="0"/>
                                <w:snapToGrid w:val="0"/>
                                <w:spacing w:line="380" w:lineRule="exact"/>
                                <w:jc w:val="center"/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28"/>
                                  <w:szCs w:val="28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3.7pt;margin-top:17.1pt;height:26.2pt;width:598.1pt;mso-position-vertical-relative:page;z-index:251674624;mso-width-relative:page;mso-height-relative:page;" coordorigin="0,32532" coordsize="7596000,339989" o:gfxdata="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DbnT202gAAAAoBAAAPAAAAAAAAAAEAIAAAACIAAABkcnMvZG93&#10;bnJldi54bWxQSwECFAAUAAAACACHTuJA3wiqzhsDAADSCAAADgAAAAAAAAABACAAAAApAQAAZHJz&#10;L2Uyb0RvYy54bWxQSwUGAAAAAAYABgBZAQAAtgYAAAAA&#10;">
                <o:lock v:ext="edit" aspectratio="f"/>
                <v:rect id="_x0000_s1026" o:spid="_x0000_s1026" o:spt="1" style="position:absolute;left:0;top:39394;height:333127;width:7596000;v-text-anchor:middle;" fillcolor="#2577E3" filled="t" stroked="f" coordsize="21600,21600" o:gfxdata="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0HFaC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5675092;top:32532;height:333751;width:1409724;v-text-anchor:middle;" fillcolor="#FF9915" filled="t" stroked="f" coordsize="21600,21600" o:gfxdata="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4IojK5AAAA2g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>
                    <w:txbxContent>
                      <w:p w14:paraId="1A6E0C12">
                        <w:pPr>
                          <w:adjustRightInd w:val="0"/>
                          <w:snapToGrid w:val="0"/>
                          <w:spacing w:line="380" w:lineRule="exact"/>
                          <w:jc w:val="center"/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28"/>
                            <w:szCs w:val="28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个人简历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6136005</wp:posOffset>
                </wp:positionV>
                <wp:extent cx="112395" cy="160655"/>
                <wp:effectExtent l="0" t="0" r="3810" b="1270"/>
                <wp:wrapNone/>
                <wp:docPr id="4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2395" cy="160655"/>
                        </a:xfrm>
                        <a:custGeom>
                          <a:avLst/>
                          <a:gdLst>
                            <a:gd name="T0" fmla="*/ 2147483646 w 78"/>
                            <a:gd name="T1" fmla="*/ 2147483646 h 112"/>
                            <a:gd name="T2" fmla="*/ 2147483646 w 78"/>
                            <a:gd name="T3" fmla="*/ 2147483646 h 112"/>
                            <a:gd name="T4" fmla="*/ 2147483646 w 78"/>
                            <a:gd name="T5" fmla="*/ 2147483646 h 112"/>
                            <a:gd name="T6" fmla="*/ 2147483646 w 78"/>
                            <a:gd name="T7" fmla="*/ 2147483646 h 112"/>
                            <a:gd name="T8" fmla="*/ 2147483646 w 78"/>
                            <a:gd name="T9" fmla="*/ 2147483646 h 112"/>
                            <a:gd name="T10" fmla="*/ 2147483646 w 78"/>
                            <a:gd name="T11" fmla="*/ 2147483646 h 112"/>
                            <a:gd name="T12" fmla="*/ 2147483646 w 78"/>
                            <a:gd name="T13" fmla="*/ 2147483646 h 112"/>
                            <a:gd name="T14" fmla="*/ 2147483646 w 78"/>
                            <a:gd name="T15" fmla="*/ 2147483646 h 112"/>
                            <a:gd name="T16" fmla="*/ 2147483646 w 78"/>
                            <a:gd name="T17" fmla="*/ 2147483646 h 112"/>
                            <a:gd name="T18" fmla="*/ 2147483646 w 78"/>
                            <a:gd name="T19" fmla="*/ 2147483646 h 112"/>
                            <a:gd name="T20" fmla="*/ 2147483646 w 78"/>
                            <a:gd name="T21" fmla="*/ 2147483646 h 112"/>
                            <a:gd name="T22" fmla="*/ 2147483646 w 78"/>
                            <a:gd name="T23" fmla="*/ 2147483646 h 112"/>
                            <a:gd name="T24" fmla="*/ 2147483646 w 78"/>
                            <a:gd name="T25" fmla="*/ 2147483646 h 112"/>
                            <a:gd name="T26" fmla="*/ 2147483646 w 78"/>
                            <a:gd name="T27" fmla="*/ 2147483646 h 112"/>
                            <a:gd name="T28" fmla="*/ 2147483646 w 78"/>
                            <a:gd name="T29" fmla="*/ 2147483646 h 112"/>
                            <a:gd name="T30" fmla="*/ 2147483646 w 78"/>
                            <a:gd name="T31" fmla="*/ 2147483646 h 112"/>
                            <a:gd name="T32" fmla="*/ 2147483646 w 78"/>
                            <a:gd name="T33" fmla="*/ 2147483646 h 112"/>
                            <a:gd name="T34" fmla="*/ 2147483646 w 78"/>
                            <a:gd name="T35" fmla="*/ 2147483646 h 112"/>
                            <a:gd name="T36" fmla="*/ 2147483646 w 78"/>
                            <a:gd name="T37" fmla="*/ 2147483646 h 112"/>
                            <a:gd name="T38" fmla="*/ 2147483646 w 78"/>
                            <a:gd name="T39" fmla="*/ 2147483646 h 112"/>
                            <a:gd name="T40" fmla="*/ 2147483646 w 78"/>
                            <a:gd name="T41" fmla="*/ 2147483646 h 112"/>
                            <a:gd name="T42" fmla="*/ 2147483646 w 78"/>
                            <a:gd name="T43" fmla="*/ 2147483646 h 112"/>
                            <a:gd name="T44" fmla="*/ 2147483646 w 78"/>
                            <a:gd name="T45" fmla="*/ 2147483646 h 112"/>
                            <a:gd name="T46" fmla="*/ 2147483646 w 78"/>
                            <a:gd name="T47" fmla="*/ 2147483646 h 112"/>
                            <a:gd name="T48" fmla="*/ 2147483646 w 78"/>
                            <a:gd name="T49" fmla="*/ 2147483646 h 112"/>
                            <a:gd name="T50" fmla="*/ 2147483646 w 78"/>
                            <a:gd name="T51" fmla="*/ 2147483646 h 112"/>
                            <a:gd name="T52" fmla="*/ 2147483646 w 78"/>
                            <a:gd name="T53" fmla="*/ 2147483646 h 112"/>
                            <a:gd name="T54" fmla="*/ 2147483646 w 78"/>
                            <a:gd name="T55" fmla="*/ 2147483646 h 112"/>
                            <a:gd name="T56" fmla="*/ 2147483646 w 78"/>
                            <a:gd name="T57" fmla="*/ 2147483646 h 112"/>
                            <a:gd name="T58" fmla="*/ 2147483646 w 78"/>
                            <a:gd name="T59" fmla="*/ 2147483646 h 112"/>
                            <a:gd name="T60" fmla="*/ 2147483646 w 78"/>
                            <a:gd name="T61" fmla="*/ 2147483646 h 112"/>
                            <a:gd name="T62" fmla="*/ 2147483646 w 78"/>
                            <a:gd name="T63" fmla="*/ 2147483646 h 112"/>
                            <a:gd name="T64" fmla="*/ 2147483646 w 78"/>
                            <a:gd name="T65" fmla="*/ 2147483646 h 112"/>
                            <a:gd name="T66" fmla="*/ 2147483646 w 78"/>
                            <a:gd name="T67" fmla="*/ 2147483646 h 112"/>
                            <a:gd name="T68" fmla="*/ 2147483646 w 78"/>
                            <a:gd name="T69" fmla="*/ 2147483646 h 112"/>
                            <a:gd name="T70" fmla="*/ 2147483646 w 78"/>
                            <a:gd name="T71" fmla="*/ 2147483646 h 112"/>
                            <a:gd name="T72" fmla="*/ 2147483646 w 78"/>
                            <a:gd name="T73" fmla="*/ 2147483646 h 112"/>
                            <a:gd name="T74" fmla="*/ 2147483646 w 78"/>
                            <a:gd name="T75" fmla="*/ 2147483646 h 112"/>
                            <a:gd name="T76" fmla="*/ 2147483646 w 78"/>
                            <a:gd name="T77" fmla="*/ 2147483646 h 112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78" h="112">
                              <a:moveTo>
                                <a:pt x="21" y="36"/>
                              </a:moveTo>
                              <a:cubicBezTo>
                                <a:pt x="20" y="27"/>
                                <a:pt x="20" y="19"/>
                                <a:pt x="21" y="11"/>
                              </a:cubicBezTo>
                              <a:cubicBezTo>
                                <a:pt x="37" y="0"/>
                                <a:pt x="45" y="13"/>
                                <a:pt x="58" y="11"/>
                              </a:cubicBezTo>
                              <a:cubicBezTo>
                                <a:pt x="59" y="19"/>
                                <a:pt x="59" y="29"/>
                                <a:pt x="57" y="36"/>
                              </a:cubicBezTo>
                              <a:cubicBezTo>
                                <a:pt x="57" y="40"/>
                                <a:pt x="55" y="44"/>
                                <a:pt x="53" y="47"/>
                              </a:cubicBezTo>
                              <a:cubicBezTo>
                                <a:pt x="49" y="51"/>
                                <a:pt x="44" y="53"/>
                                <a:pt x="39" y="53"/>
                              </a:cubicBezTo>
                              <a:cubicBezTo>
                                <a:pt x="39" y="53"/>
                                <a:pt x="39" y="53"/>
                                <a:pt x="39" y="53"/>
                              </a:cubicBezTo>
                              <a:cubicBezTo>
                                <a:pt x="34" y="53"/>
                                <a:pt x="29" y="51"/>
                                <a:pt x="26" y="47"/>
                              </a:cubicBezTo>
                              <a:cubicBezTo>
                                <a:pt x="24" y="44"/>
                                <a:pt x="22" y="40"/>
                                <a:pt x="21" y="36"/>
                              </a:cubicBezTo>
                              <a:close/>
                              <a:moveTo>
                                <a:pt x="13" y="107"/>
                              </a:moveTo>
                              <a:cubicBezTo>
                                <a:pt x="67" y="107"/>
                                <a:pt x="67" y="107"/>
                                <a:pt x="67" y="107"/>
                              </a:cubicBezTo>
                              <a:cubicBezTo>
                                <a:pt x="64" y="112"/>
                                <a:pt x="64" y="112"/>
                                <a:pt x="64" y="112"/>
                              </a:cubicBezTo>
                              <a:cubicBezTo>
                                <a:pt x="16" y="112"/>
                                <a:pt x="16" y="112"/>
                                <a:pt x="16" y="112"/>
                              </a:cubicBezTo>
                              <a:cubicBezTo>
                                <a:pt x="13" y="107"/>
                                <a:pt x="13" y="107"/>
                                <a:pt x="13" y="107"/>
                              </a:cubicBezTo>
                              <a:close/>
                              <a:moveTo>
                                <a:pt x="70" y="67"/>
                              </a:moveTo>
                              <a:cubicBezTo>
                                <a:pt x="76" y="90"/>
                                <a:pt x="76" y="90"/>
                                <a:pt x="76" y="90"/>
                              </a:cubicBezTo>
                              <a:cubicBezTo>
                                <a:pt x="78" y="98"/>
                                <a:pt x="77" y="103"/>
                                <a:pt x="68" y="103"/>
                              </a:cubicBezTo>
                              <a:cubicBezTo>
                                <a:pt x="66" y="103"/>
                                <a:pt x="66" y="103"/>
                                <a:pt x="66" y="103"/>
                              </a:cubicBezTo>
                              <a:cubicBezTo>
                                <a:pt x="66" y="72"/>
                                <a:pt x="66" y="72"/>
                                <a:pt x="66" y="72"/>
                              </a:cubicBezTo>
                              <a:cubicBezTo>
                                <a:pt x="42" y="72"/>
                                <a:pt x="42" y="72"/>
                                <a:pt x="42" y="72"/>
                              </a:cubicBezTo>
                              <a:cubicBezTo>
                                <a:pt x="49" y="56"/>
                                <a:pt x="49" y="56"/>
                                <a:pt x="49" y="56"/>
                              </a:cubicBezTo>
                              <a:cubicBezTo>
                                <a:pt x="51" y="54"/>
                                <a:pt x="51" y="54"/>
                                <a:pt x="51" y="54"/>
                              </a:cubicBezTo>
                              <a:cubicBezTo>
                                <a:pt x="65" y="57"/>
                                <a:pt x="65" y="57"/>
                                <a:pt x="65" y="57"/>
                              </a:cubicBezTo>
                              <a:cubicBezTo>
                                <a:pt x="66" y="57"/>
                                <a:pt x="66" y="57"/>
                                <a:pt x="66" y="57"/>
                              </a:cubicBezTo>
                              <a:cubicBezTo>
                                <a:pt x="66" y="58"/>
                                <a:pt x="66" y="58"/>
                                <a:pt x="66" y="58"/>
                              </a:cubicBezTo>
                              <a:cubicBezTo>
                                <a:pt x="68" y="61"/>
                                <a:pt x="69" y="64"/>
                                <a:pt x="70" y="67"/>
                              </a:cubicBezTo>
                              <a:cubicBezTo>
                                <a:pt x="70" y="67"/>
                                <a:pt x="70" y="67"/>
                                <a:pt x="70" y="67"/>
                              </a:cubicBezTo>
                              <a:close/>
                              <a:moveTo>
                                <a:pt x="14" y="103"/>
                              </a:moveTo>
                              <a:cubicBezTo>
                                <a:pt x="11" y="103"/>
                                <a:pt x="11" y="103"/>
                                <a:pt x="11" y="103"/>
                              </a:cubicBezTo>
                              <a:cubicBezTo>
                                <a:pt x="1" y="103"/>
                                <a:pt x="0" y="98"/>
                                <a:pt x="3" y="90"/>
                              </a:cubicBezTo>
                              <a:cubicBezTo>
                                <a:pt x="9" y="67"/>
                                <a:pt x="9" y="67"/>
                                <a:pt x="9" y="67"/>
                              </a:cubicBezTo>
                              <a:cubicBezTo>
                                <a:pt x="9" y="63"/>
                                <a:pt x="11" y="60"/>
                                <a:pt x="14" y="58"/>
                              </a:cubicBezTo>
                              <a:cubicBezTo>
                                <a:pt x="14" y="57"/>
                                <a:pt x="14" y="57"/>
                                <a:pt x="14" y="57"/>
                              </a:cubicBezTo>
                              <a:cubicBezTo>
                                <a:pt x="14" y="57"/>
                                <a:pt x="14" y="57"/>
                                <a:pt x="14" y="57"/>
                              </a:cubicBezTo>
                              <a:cubicBezTo>
                                <a:pt x="28" y="54"/>
                                <a:pt x="28" y="54"/>
                                <a:pt x="28" y="54"/>
                              </a:cubicBezTo>
                              <a:cubicBezTo>
                                <a:pt x="30" y="56"/>
                                <a:pt x="30" y="56"/>
                                <a:pt x="30" y="56"/>
                              </a:cubicBezTo>
                              <a:cubicBezTo>
                                <a:pt x="38" y="72"/>
                                <a:pt x="38" y="72"/>
                                <a:pt x="38" y="72"/>
                              </a:cubicBezTo>
                              <a:cubicBezTo>
                                <a:pt x="14" y="72"/>
                                <a:pt x="14" y="72"/>
                                <a:pt x="14" y="72"/>
                              </a:cubicBezTo>
                              <a:lnTo>
                                <a:pt x="14" y="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1.55pt;margin-top:483.15pt;height:12.65pt;width:8.85pt;z-index:251677696;v-text-anchor:middle;mso-width-relative:page;mso-height-relative:page;" fillcolor="#FFFFFF" filled="t" stroked="f" coordsize="78,112" o:gfxdata="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-282575</wp:posOffset>
                </wp:positionH>
                <wp:positionV relativeFrom="paragraph">
                  <wp:posOffset>-324485</wp:posOffset>
                </wp:positionV>
                <wp:extent cx="7575550" cy="10694670"/>
                <wp:effectExtent l="0" t="0" r="6350" b="114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6380" y="504825"/>
                          <a:ext cx="7575550" cy="106946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2.25pt;margin-top:-25.55pt;height:842.1pt;width:596.5pt;z-index:-251657216;v-text-anchor:middle;mso-width-relative:page;mso-height-relative:page;" fillcolor="#FFFFFF [3212]" filled="t" stroked="f" coordsize="21600,21600" o:gfxdata="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JiZnvHbAAAADQEAAA8AAAAAAAAAAQAgAAAAIgAAAGRycy9kb3du&#10;cmV2LnhtbFBLAQIUABQAAAAIAIdO4kAuK4dLbgIAAL0EAAAOAAAAAAAAAAEAIAAAACoBAABkcnMv&#10;ZTJvRG9jLnhtbFBLBQYAAAAABgAGAFkBAAAK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</w:t>
      </w:r>
    </w:p>
    <w:p w14:paraId="0BF6E68A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5503545</wp:posOffset>
                </wp:positionH>
                <wp:positionV relativeFrom="paragraph">
                  <wp:posOffset>3810</wp:posOffset>
                </wp:positionV>
                <wp:extent cx="1670685" cy="1619250"/>
                <wp:effectExtent l="0" t="0" r="5715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70425" y="713105"/>
                          <a:ext cx="167068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8F2E55">
                            <w:r>
                              <w:rPr>
                                <w:rFonts w:hint="eastAsia"/>
                              </w:rPr>
                              <w:t>{%radarChart}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3.35pt;margin-top:0.3pt;height:127.5pt;width:131.55pt;z-index:251668480;mso-width-relative:page;mso-height-relative:page;" fillcolor="#FFFFFF [3201]" filled="t" stroked="f" coordsize="21600,21600" o:gfxdata="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de/L5&#10;1wAAAAsBAAAPAAAAAAAAAAEAIAAAACIAAABkcnMvZG93bnJldi54bWxQSwECFAAUAAAACACHTuJA&#10;lr8YJFsCAACdBAAADgAAAAAAAAABACAAAAAm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C8F2E55">
                      <w:r>
                        <w:rPr>
                          <w:rFonts w:hint="eastAsia"/>
                        </w:rPr>
                        <w:t>{%radarChart}</w:t>
                      </w:r>
                    </w:p>
                  </w:txbxContent>
                </v:textbox>
              </v:shape>
            </w:pict>
          </mc:Fallback>
        </mc:AlternateContent>
      </w:r>
    </w:p>
    <w:p w14:paraId="19F6F083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92075</wp:posOffset>
                </wp:positionV>
                <wp:extent cx="1064260" cy="1181100"/>
                <wp:effectExtent l="0" t="0" r="254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5275" y="974725"/>
                          <a:ext cx="106426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40F9A">
                            <w:r>
                              <w:rPr>
                                <w:rFonts w:hint="eastAsia"/>
                              </w:rPr>
                              <w:t>{%image}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05pt;margin-top:7.25pt;height:93pt;width:83.8pt;z-index:251669504;mso-width-relative:page;mso-height-relative:page;" fillcolor="#FFFFFF [3201]" filled="t" stroked="f" coordsize="21600,21600" o:gfxdata="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wGBGvdMA&#10;AAAIAQAADwAAAAAAAAABACAAAAAiAAAAZHJzL2Rvd25yZXYueG1sUEsBAhQAFAAAAAgAh07iQOrb&#10;eYpdAgAAnAQAAA4AAAAAAAAAAQAgAAAAIg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B240F9A">
                      <w:r>
                        <w:rPr>
                          <w:rFonts w:hint="eastAsia"/>
                        </w:rPr>
                        <w:t>{%image}</w:t>
                      </w:r>
                    </w:p>
                  </w:txbxContent>
                </v:textbox>
              </v:shape>
            </w:pict>
          </mc:Fallback>
        </mc:AlternateContent>
      </w:r>
    </w:p>
    <w:p w14:paraId="317583CB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59055</wp:posOffset>
                </wp:positionV>
                <wp:extent cx="1257935" cy="588010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562100" y="947420"/>
                          <a:ext cx="125793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9FFC540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2577E3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577E3"/>
                                <w:sz w:val="50"/>
                                <w:szCs w:val="50"/>
                              </w:rPr>
                              <w:t>{name}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9.8pt;margin-top:4.65pt;height:46.3pt;width:99.05pt;z-index:251661312;mso-width-relative:page;mso-height-relative:page;" filled="f" stroked="f" coordsize="21600,21600" o:gfxdata="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ZYnQdUAAAAJAQAADwAAAAAAAAABACAAAAAiAAAAZHJzL2Rvd25yZXYueG1sUEsBAhQAFAAA&#10;AAgAh07iQCdCGdorAgAANAQAAA4AAAAAAAAAAQAgAAAAJ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79FFC540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2577E3"/>
                          <w:sz w:val="50"/>
                          <w:szCs w:val="5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577E3"/>
                          <w:sz w:val="50"/>
                          <w:szCs w:val="50"/>
                        </w:rPr>
                        <w:t>{name}</w:t>
                      </w:r>
                    </w:p>
                  </w:txbxContent>
                </v:textbox>
              </v:shape>
            </w:pict>
          </mc:Fallback>
        </mc:AlternateContent>
      </w:r>
    </w:p>
    <w:p w14:paraId="044DD10D">
      <w:pPr>
        <w:adjustRightInd w:val="0"/>
        <w:snapToGrid w:val="0"/>
      </w:pPr>
    </w:p>
    <w:p w14:paraId="38598C15">
      <w:pPr>
        <w:adjustRightInd w:val="0"/>
        <w:snapToGrid w:val="0"/>
      </w:pPr>
    </w:p>
    <w:p w14:paraId="5E5FC97C">
      <w:pPr>
        <w:adjustRightInd w:val="0"/>
        <w:snapToGrid w:val="0"/>
      </w:pPr>
    </w:p>
    <w:p w14:paraId="1BC17B4E">
      <w:pPr>
        <w:adjustRightInd w:val="0"/>
        <w:snapToGrid w:val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2540</wp:posOffset>
                </wp:positionV>
                <wp:extent cx="1213485" cy="325755"/>
                <wp:effectExtent l="0" t="0" r="5715" b="1714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99610" y="1501775"/>
                          <a:ext cx="1213485" cy="325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noFill/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67925D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{politicalOutlook}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4pt;margin-top:0.2pt;height:25.65pt;width:95.55pt;z-index:251679744;mso-width-relative:page;mso-height-relative:page;" fillcolor="#FFFFFF [3201]" filled="t" stroked="f" coordsize="21600,21600" o:gfxdata="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ZQXDo1wAAAAcBAAAPAAAAAAAAAAEAIAAAACIAAABkcnMvZG93bnJldi54&#10;bWxQSwECFAAUAAAACACHTuJAPTzSkG0CAADABAAADgAAAAAAAAABACAAAAAmAQAAZHJzL2Uyb0Rv&#10;Yy54bWxQSwUGAAAAAAYABgBZAQAABQYAAAAA&#10;">
                <v:fill on="t" focussize="0,0"/>
                <v:stroke on="f" weight="1pt"/>
                <v:imagedata o:title=""/>
                <o:lock v:ext="edit" aspectratio="f"/>
                <v:textbox>
                  <w:txbxContent>
                    <w:p w14:paraId="0E67925D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{politicalOutlook}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3910965</wp:posOffset>
                </wp:positionH>
                <wp:positionV relativeFrom="paragraph">
                  <wp:posOffset>90805</wp:posOffset>
                </wp:positionV>
                <wp:extent cx="99695" cy="153670"/>
                <wp:effectExtent l="0" t="0" r="16510" b="7620"/>
                <wp:wrapNone/>
                <wp:docPr id="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9695" cy="153670"/>
                        </a:xfrm>
                        <a:custGeom>
                          <a:avLst/>
                          <a:gdLst>
                            <a:gd name="T0" fmla="*/ 2147483646 w 78"/>
                            <a:gd name="T1" fmla="*/ 2147483646 h 112"/>
                            <a:gd name="T2" fmla="*/ 2147483646 w 78"/>
                            <a:gd name="T3" fmla="*/ 2147483646 h 112"/>
                            <a:gd name="T4" fmla="*/ 2147483646 w 78"/>
                            <a:gd name="T5" fmla="*/ 2147483646 h 112"/>
                            <a:gd name="T6" fmla="*/ 2147483646 w 78"/>
                            <a:gd name="T7" fmla="*/ 2147483646 h 112"/>
                            <a:gd name="T8" fmla="*/ 2147483646 w 78"/>
                            <a:gd name="T9" fmla="*/ 2147483646 h 112"/>
                            <a:gd name="T10" fmla="*/ 2147483646 w 78"/>
                            <a:gd name="T11" fmla="*/ 2147483646 h 112"/>
                            <a:gd name="T12" fmla="*/ 2147483646 w 78"/>
                            <a:gd name="T13" fmla="*/ 2147483646 h 112"/>
                            <a:gd name="T14" fmla="*/ 2147483646 w 78"/>
                            <a:gd name="T15" fmla="*/ 2147483646 h 112"/>
                            <a:gd name="T16" fmla="*/ 2147483646 w 78"/>
                            <a:gd name="T17" fmla="*/ 2147483646 h 112"/>
                            <a:gd name="T18" fmla="*/ 2147483646 w 78"/>
                            <a:gd name="T19" fmla="*/ 2147483646 h 112"/>
                            <a:gd name="T20" fmla="*/ 2147483646 w 78"/>
                            <a:gd name="T21" fmla="*/ 2147483646 h 112"/>
                            <a:gd name="T22" fmla="*/ 2147483646 w 78"/>
                            <a:gd name="T23" fmla="*/ 2147483646 h 112"/>
                            <a:gd name="T24" fmla="*/ 2147483646 w 78"/>
                            <a:gd name="T25" fmla="*/ 2147483646 h 112"/>
                            <a:gd name="T26" fmla="*/ 2147483646 w 78"/>
                            <a:gd name="T27" fmla="*/ 2147483646 h 112"/>
                            <a:gd name="T28" fmla="*/ 2147483646 w 78"/>
                            <a:gd name="T29" fmla="*/ 2147483646 h 112"/>
                            <a:gd name="T30" fmla="*/ 2147483646 w 78"/>
                            <a:gd name="T31" fmla="*/ 2147483646 h 112"/>
                            <a:gd name="T32" fmla="*/ 2147483646 w 78"/>
                            <a:gd name="T33" fmla="*/ 2147483646 h 112"/>
                            <a:gd name="T34" fmla="*/ 2147483646 w 78"/>
                            <a:gd name="T35" fmla="*/ 2147483646 h 112"/>
                            <a:gd name="T36" fmla="*/ 2147483646 w 78"/>
                            <a:gd name="T37" fmla="*/ 2147483646 h 112"/>
                            <a:gd name="T38" fmla="*/ 2147483646 w 78"/>
                            <a:gd name="T39" fmla="*/ 2147483646 h 112"/>
                            <a:gd name="T40" fmla="*/ 2147483646 w 78"/>
                            <a:gd name="T41" fmla="*/ 2147483646 h 112"/>
                            <a:gd name="T42" fmla="*/ 2147483646 w 78"/>
                            <a:gd name="T43" fmla="*/ 2147483646 h 112"/>
                            <a:gd name="T44" fmla="*/ 2147483646 w 78"/>
                            <a:gd name="T45" fmla="*/ 2147483646 h 112"/>
                            <a:gd name="T46" fmla="*/ 2147483646 w 78"/>
                            <a:gd name="T47" fmla="*/ 2147483646 h 112"/>
                            <a:gd name="T48" fmla="*/ 2147483646 w 78"/>
                            <a:gd name="T49" fmla="*/ 2147483646 h 112"/>
                            <a:gd name="T50" fmla="*/ 2147483646 w 78"/>
                            <a:gd name="T51" fmla="*/ 2147483646 h 112"/>
                            <a:gd name="T52" fmla="*/ 2147483646 w 78"/>
                            <a:gd name="T53" fmla="*/ 2147483646 h 112"/>
                            <a:gd name="T54" fmla="*/ 2147483646 w 78"/>
                            <a:gd name="T55" fmla="*/ 2147483646 h 112"/>
                            <a:gd name="T56" fmla="*/ 2147483646 w 78"/>
                            <a:gd name="T57" fmla="*/ 2147483646 h 112"/>
                            <a:gd name="T58" fmla="*/ 2147483646 w 78"/>
                            <a:gd name="T59" fmla="*/ 2147483646 h 112"/>
                            <a:gd name="T60" fmla="*/ 2147483646 w 78"/>
                            <a:gd name="T61" fmla="*/ 2147483646 h 112"/>
                            <a:gd name="T62" fmla="*/ 2147483646 w 78"/>
                            <a:gd name="T63" fmla="*/ 2147483646 h 112"/>
                            <a:gd name="T64" fmla="*/ 2147483646 w 78"/>
                            <a:gd name="T65" fmla="*/ 2147483646 h 112"/>
                            <a:gd name="T66" fmla="*/ 2147483646 w 78"/>
                            <a:gd name="T67" fmla="*/ 2147483646 h 112"/>
                            <a:gd name="T68" fmla="*/ 2147483646 w 78"/>
                            <a:gd name="T69" fmla="*/ 2147483646 h 112"/>
                            <a:gd name="T70" fmla="*/ 2147483646 w 78"/>
                            <a:gd name="T71" fmla="*/ 2147483646 h 112"/>
                            <a:gd name="T72" fmla="*/ 2147483646 w 78"/>
                            <a:gd name="T73" fmla="*/ 2147483646 h 112"/>
                            <a:gd name="T74" fmla="*/ 2147483646 w 78"/>
                            <a:gd name="T75" fmla="*/ 2147483646 h 112"/>
                            <a:gd name="T76" fmla="*/ 2147483646 w 78"/>
                            <a:gd name="T77" fmla="*/ 2147483646 h 112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78" h="112">
                              <a:moveTo>
                                <a:pt x="21" y="36"/>
                              </a:moveTo>
                              <a:cubicBezTo>
                                <a:pt x="20" y="27"/>
                                <a:pt x="20" y="19"/>
                                <a:pt x="21" y="11"/>
                              </a:cubicBezTo>
                              <a:cubicBezTo>
                                <a:pt x="37" y="0"/>
                                <a:pt x="45" y="13"/>
                                <a:pt x="58" y="11"/>
                              </a:cubicBezTo>
                              <a:cubicBezTo>
                                <a:pt x="59" y="19"/>
                                <a:pt x="59" y="29"/>
                                <a:pt x="57" y="36"/>
                              </a:cubicBezTo>
                              <a:cubicBezTo>
                                <a:pt x="57" y="40"/>
                                <a:pt x="55" y="44"/>
                                <a:pt x="53" y="47"/>
                              </a:cubicBezTo>
                              <a:cubicBezTo>
                                <a:pt x="49" y="51"/>
                                <a:pt x="44" y="53"/>
                                <a:pt x="39" y="53"/>
                              </a:cubicBezTo>
                              <a:cubicBezTo>
                                <a:pt x="39" y="53"/>
                                <a:pt x="39" y="53"/>
                                <a:pt x="39" y="53"/>
                              </a:cubicBezTo>
                              <a:cubicBezTo>
                                <a:pt x="34" y="53"/>
                                <a:pt x="29" y="51"/>
                                <a:pt x="26" y="47"/>
                              </a:cubicBezTo>
                              <a:cubicBezTo>
                                <a:pt x="24" y="44"/>
                                <a:pt x="22" y="40"/>
                                <a:pt x="21" y="36"/>
                              </a:cubicBezTo>
                              <a:close/>
                              <a:moveTo>
                                <a:pt x="13" y="107"/>
                              </a:moveTo>
                              <a:cubicBezTo>
                                <a:pt x="67" y="107"/>
                                <a:pt x="67" y="107"/>
                                <a:pt x="67" y="107"/>
                              </a:cubicBezTo>
                              <a:cubicBezTo>
                                <a:pt x="64" y="112"/>
                                <a:pt x="64" y="112"/>
                                <a:pt x="64" y="112"/>
                              </a:cubicBezTo>
                              <a:cubicBezTo>
                                <a:pt x="16" y="112"/>
                                <a:pt x="16" y="112"/>
                                <a:pt x="16" y="112"/>
                              </a:cubicBezTo>
                              <a:cubicBezTo>
                                <a:pt x="13" y="107"/>
                                <a:pt x="13" y="107"/>
                                <a:pt x="13" y="107"/>
                              </a:cubicBezTo>
                              <a:close/>
                              <a:moveTo>
                                <a:pt x="70" y="67"/>
                              </a:moveTo>
                              <a:cubicBezTo>
                                <a:pt x="76" y="90"/>
                                <a:pt x="76" y="90"/>
                                <a:pt x="76" y="90"/>
                              </a:cubicBezTo>
                              <a:cubicBezTo>
                                <a:pt x="78" y="98"/>
                                <a:pt x="77" y="103"/>
                                <a:pt x="68" y="103"/>
                              </a:cubicBezTo>
                              <a:cubicBezTo>
                                <a:pt x="66" y="103"/>
                                <a:pt x="66" y="103"/>
                                <a:pt x="66" y="103"/>
                              </a:cubicBezTo>
                              <a:cubicBezTo>
                                <a:pt x="66" y="72"/>
                                <a:pt x="66" y="72"/>
                                <a:pt x="66" y="72"/>
                              </a:cubicBezTo>
                              <a:cubicBezTo>
                                <a:pt x="42" y="72"/>
                                <a:pt x="42" y="72"/>
                                <a:pt x="42" y="72"/>
                              </a:cubicBezTo>
                              <a:cubicBezTo>
                                <a:pt x="49" y="56"/>
                                <a:pt x="49" y="56"/>
                                <a:pt x="49" y="56"/>
                              </a:cubicBezTo>
                              <a:cubicBezTo>
                                <a:pt x="51" y="54"/>
                                <a:pt x="51" y="54"/>
                                <a:pt x="51" y="54"/>
                              </a:cubicBezTo>
                              <a:cubicBezTo>
                                <a:pt x="65" y="57"/>
                                <a:pt x="65" y="57"/>
                                <a:pt x="65" y="57"/>
                              </a:cubicBezTo>
                              <a:cubicBezTo>
                                <a:pt x="66" y="57"/>
                                <a:pt x="66" y="57"/>
                                <a:pt x="66" y="57"/>
                              </a:cubicBezTo>
                              <a:cubicBezTo>
                                <a:pt x="66" y="58"/>
                                <a:pt x="66" y="58"/>
                                <a:pt x="66" y="58"/>
                              </a:cubicBezTo>
                              <a:cubicBezTo>
                                <a:pt x="68" y="61"/>
                                <a:pt x="69" y="64"/>
                                <a:pt x="70" y="67"/>
                              </a:cubicBezTo>
                              <a:cubicBezTo>
                                <a:pt x="70" y="67"/>
                                <a:pt x="70" y="67"/>
                                <a:pt x="70" y="67"/>
                              </a:cubicBezTo>
                              <a:close/>
                              <a:moveTo>
                                <a:pt x="14" y="103"/>
                              </a:moveTo>
                              <a:cubicBezTo>
                                <a:pt x="11" y="103"/>
                                <a:pt x="11" y="103"/>
                                <a:pt x="11" y="103"/>
                              </a:cubicBezTo>
                              <a:cubicBezTo>
                                <a:pt x="1" y="103"/>
                                <a:pt x="0" y="98"/>
                                <a:pt x="3" y="90"/>
                              </a:cubicBezTo>
                              <a:cubicBezTo>
                                <a:pt x="9" y="67"/>
                                <a:pt x="9" y="67"/>
                                <a:pt x="9" y="67"/>
                              </a:cubicBezTo>
                              <a:cubicBezTo>
                                <a:pt x="9" y="63"/>
                                <a:pt x="11" y="60"/>
                                <a:pt x="14" y="58"/>
                              </a:cubicBezTo>
                              <a:cubicBezTo>
                                <a:pt x="14" y="57"/>
                                <a:pt x="14" y="57"/>
                                <a:pt x="14" y="57"/>
                              </a:cubicBezTo>
                              <a:cubicBezTo>
                                <a:pt x="14" y="57"/>
                                <a:pt x="14" y="57"/>
                                <a:pt x="14" y="57"/>
                              </a:cubicBezTo>
                              <a:cubicBezTo>
                                <a:pt x="28" y="54"/>
                                <a:pt x="28" y="54"/>
                                <a:pt x="28" y="54"/>
                              </a:cubicBezTo>
                              <a:cubicBezTo>
                                <a:pt x="30" y="56"/>
                                <a:pt x="30" y="56"/>
                                <a:pt x="30" y="56"/>
                              </a:cubicBezTo>
                              <a:cubicBezTo>
                                <a:pt x="38" y="72"/>
                                <a:pt x="38" y="72"/>
                                <a:pt x="38" y="72"/>
                              </a:cubicBezTo>
                              <a:cubicBezTo>
                                <a:pt x="14" y="72"/>
                                <a:pt x="14" y="72"/>
                                <a:pt x="14" y="72"/>
                              </a:cubicBezTo>
                              <a:lnTo>
                                <a:pt x="14" y="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07.95pt;margin-top:7.15pt;height:12.1pt;width:7.85pt;z-index:251678720;v-text-anchor:middle;mso-width-relative:page;mso-height-relative:page;" fillcolor="#FFFFFF" filled="t" stroked="f" coordsize="78,112" o:gfxdata="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" path="m21,36c20,27,20,19,21,11c37,0,45,13,58,11c59,19,59,29,57,36c57,40,55,44,53,47c49,51,44,53,39,53c39,53,39,53,39,53c34,53,29,51,26,47c24,44,22,40,21,36xm13,107c67,107,67,107,67,107c64,112,64,112,64,112c16,112,16,112,16,112c13,107,13,107,13,107xm70,67c76,90,76,90,76,90c78,98,77,103,68,103c66,103,66,103,66,103c66,72,66,72,66,72c42,72,42,72,42,72c49,56,49,56,49,56c51,54,51,54,51,54c65,57,65,57,65,57c66,57,66,57,66,57c66,58,66,58,66,58c68,61,69,64,70,67c70,67,70,67,70,67xm14,103c11,103,11,103,11,103c1,103,0,98,3,90c9,67,9,67,9,67c9,63,11,60,14,58c14,57,14,57,14,57c14,57,14,57,14,57c28,54,28,54,28,54c30,56,30,56,30,56c38,72,38,72,38,72c14,72,14,72,14,72l14,103xe">
                <v:path o:connectlocs="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69850</wp:posOffset>
                </wp:positionV>
                <wp:extent cx="190500" cy="196850"/>
                <wp:effectExtent l="0" t="0" r="0" b="12700"/>
                <wp:wrapNone/>
                <wp:docPr id="52" name="椭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6850"/>
                        </a:xfrm>
                        <a:prstGeom prst="ellipse">
                          <a:avLst/>
                        </a:prstGeom>
                        <a:solidFill>
                          <a:schemeClr val="accent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04.45pt;margin-top:5.5pt;height:15.5pt;width:15pt;z-index:251676672;v-text-anchor:middle;mso-width-relative:page;mso-height-relative:page;" fillcolor="#4472C4 [3208]" filled="t" stroked="f" coordsize="21600,21600" o:gfxdata="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uNZEDVAAAA&#10;CQEAAA8AAAAAAAAAAQAgAAAAIgAAAGRycy9kb3ducmV2LnhtbFBLAQIUABQAAAAIAIdO4kBU9sz0&#10;5wEAAMEDAAAOAAAAAAAAAAEAIAAAACQBAABkcnMvZTJvRG9jLnhtbFBLBQYAAAAABgAGAFkBAAB9&#10;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1905</wp:posOffset>
                </wp:positionV>
                <wp:extent cx="979170" cy="301625"/>
                <wp:effectExtent l="0" t="0" r="11430" b="317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27680" y="1436370"/>
                          <a:ext cx="979170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73275">
                            <w:r>
                              <w:rPr>
                                <w:rFonts w:hint="eastAsia"/>
                              </w:rPr>
                              <w:t>{birthday}</w:t>
                            </w:r>
                          </w:p>
                          <w:p w14:paraId="3EA041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9pt;margin-top:0.15pt;height:23.75pt;width:77.1pt;z-index:251682816;mso-width-relative:page;mso-height-relative:page;" fillcolor="#FFFFFF [3201]" filled="t" stroked="f" coordsize="21600,21600" o:gfxdata="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M72ibTAAAA&#10;BwEAAA8AAAAAAAAAAQAgAAAAIgAAAGRycy9kb3ducmV2LnhtbFBLAQIUABQAAAAIAIdO4kDHUvnH&#10;WwIAAJwEAAAOAAAAAAAAAAEAIAAAACI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6573275">
                      <w:r>
                        <w:rPr>
                          <w:rFonts w:hint="eastAsia"/>
                        </w:rPr>
                        <w:t>{birthday}</w:t>
                      </w:r>
                    </w:p>
                    <w:p w14:paraId="3EA04117"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2494280</wp:posOffset>
                </wp:positionH>
                <wp:positionV relativeFrom="paragraph">
                  <wp:posOffset>78740</wp:posOffset>
                </wp:positionV>
                <wp:extent cx="118110" cy="125095"/>
                <wp:effectExtent l="0" t="0" r="15240" b="8255"/>
                <wp:wrapNone/>
                <wp:docPr id="4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110" cy="125095"/>
                        </a:xfrm>
                        <a:custGeom>
                          <a:avLst/>
                          <a:gdLst>
                            <a:gd name="T0" fmla="*/ 1159904 w 2208213"/>
                            <a:gd name="T1" fmla="*/ 523327 h 2209801"/>
                            <a:gd name="T2" fmla="*/ 1199134 w 2208213"/>
                            <a:gd name="T3" fmla="*/ 565478 h 2209801"/>
                            <a:gd name="T4" fmla="*/ 1206816 w 2208213"/>
                            <a:gd name="T5" fmla="*/ 627336 h 2209801"/>
                            <a:gd name="T6" fmla="*/ 1183496 w 2208213"/>
                            <a:gd name="T7" fmla="*/ 668666 h 2209801"/>
                            <a:gd name="T8" fmla="*/ 954421 w 2208213"/>
                            <a:gd name="T9" fmla="*/ 947300 h 2209801"/>
                            <a:gd name="T10" fmla="*/ 901747 w 2208213"/>
                            <a:gd name="T11" fmla="*/ 1002588 h 2209801"/>
                            <a:gd name="T12" fmla="*/ 871569 w 2208213"/>
                            <a:gd name="T13" fmla="*/ 1378936 h 2209801"/>
                            <a:gd name="T14" fmla="*/ 822461 w 2208213"/>
                            <a:gd name="T15" fmla="*/ 1396179 h 2209801"/>
                            <a:gd name="T16" fmla="*/ 784602 w 2208213"/>
                            <a:gd name="T17" fmla="*/ 1361418 h 2209801"/>
                            <a:gd name="T18" fmla="*/ 740982 w 2208213"/>
                            <a:gd name="T19" fmla="*/ 986166 h 2209801"/>
                            <a:gd name="T20" fmla="*/ 701476 w 2208213"/>
                            <a:gd name="T21" fmla="*/ 923487 h 2209801"/>
                            <a:gd name="T22" fmla="*/ 699830 w 2208213"/>
                            <a:gd name="T23" fmla="*/ 851775 h 2209801"/>
                            <a:gd name="T24" fmla="*/ 735769 w 2208213"/>
                            <a:gd name="T25" fmla="*/ 788002 h 2209801"/>
                            <a:gd name="T26" fmla="*/ 801886 w 2208213"/>
                            <a:gd name="T27" fmla="*/ 751873 h 2209801"/>
                            <a:gd name="T28" fmla="*/ 1066626 w 2208213"/>
                            <a:gd name="T29" fmla="*/ 521138 h 2209801"/>
                            <a:gd name="T30" fmla="*/ 533853 w 2208213"/>
                            <a:gd name="T31" fmla="*/ 676984 h 2209801"/>
                            <a:gd name="T32" fmla="*/ 283900 w 2208213"/>
                            <a:gd name="T33" fmla="*/ 652063 h 2209801"/>
                            <a:gd name="T34" fmla="*/ 235717 w 2208213"/>
                            <a:gd name="T35" fmla="*/ 799950 h 2209801"/>
                            <a:gd name="T36" fmla="*/ 219838 w 2208213"/>
                            <a:gd name="T37" fmla="*/ 953315 h 2209801"/>
                            <a:gd name="T38" fmla="*/ 235990 w 2208213"/>
                            <a:gd name="T39" fmla="*/ 1107228 h 2209801"/>
                            <a:gd name="T40" fmla="*/ 284722 w 2208213"/>
                            <a:gd name="T41" fmla="*/ 1255389 h 2209801"/>
                            <a:gd name="T42" fmla="*/ 365484 w 2208213"/>
                            <a:gd name="T43" fmla="*/ 1392049 h 2209801"/>
                            <a:gd name="T44" fmla="*/ 469517 w 2208213"/>
                            <a:gd name="T45" fmla="*/ 1504060 h 2209801"/>
                            <a:gd name="T46" fmla="*/ 671834 w 2208213"/>
                            <a:gd name="T47" fmla="*/ 1628669 h 2209801"/>
                            <a:gd name="T48" fmla="*/ 922061 w 2208213"/>
                            <a:gd name="T49" fmla="*/ 1683442 h 2209801"/>
                            <a:gd name="T50" fmla="*/ 1075099 w 2208213"/>
                            <a:gd name="T51" fmla="*/ 1897058 h 2209801"/>
                            <a:gd name="T52" fmla="*/ 829252 w 2208213"/>
                            <a:gd name="T53" fmla="*/ 1897606 h 2209801"/>
                            <a:gd name="T54" fmla="*/ 643088 w 2208213"/>
                            <a:gd name="T55" fmla="*/ 1852966 h 2209801"/>
                            <a:gd name="T56" fmla="*/ 484300 w 2208213"/>
                            <a:gd name="T57" fmla="*/ 1782308 h 2209801"/>
                            <a:gd name="T58" fmla="*/ 338654 w 2208213"/>
                            <a:gd name="T59" fmla="*/ 1681799 h 2209801"/>
                            <a:gd name="T60" fmla="*/ 196841 w 2208213"/>
                            <a:gd name="T61" fmla="*/ 1533637 h 2209801"/>
                            <a:gd name="T62" fmla="*/ 84047 w 2208213"/>
                            <a:gd name="T63" fmla="*/ 1345217 h 2209801"/>
                            <a:gd name="T64" fmla="*/ 18342 w 2208213"/>
                            <a:gd name="T65" fmla="*/ 1140913 h 2209801"/>
                            <a:gd name="T66" fmla="*/ 0 w 2208213"/>
                            <a:gd name="T67" fmla="*/ 928667 h 2209801"/>
                            <a:gd name="T68" fmla="*/ 29020 w 2208213"/>
                            <a:gd name="T69" fmla="*/ 717516 h 2209801"/>
                            <a:gd name="T70" fmla="*/ 105128 w 2208213"/>
                            <a:gd name="T71" fmla="*/ 516225 h 2209801"/>
                            <a:gd name="T72" fmla="*/ 210530 w 2208213"/>
                            <a:gd name="T73" fmla="*/ 353822 h 2209801"/>
                            <a:gd name="T74" fmla="*/ 1141446 w 2208213"/>
                            <a:gd name="T75" fmla="*/ 18620 h 2209801"/>
                            <a:gd name="T76" fmla="*/ 1322266 w 2208213"/>
                            <a:gd name="T77" fmla="*/ 74481 h 2209801"/>
                            <a:gd name="T78" fmla="*/ 1477059 w 2208213"/>
                            <a:gd name="T79" fmla="*/ 157177 h 2209801"/>
                            <a:gd name="T80" fmla="*/ 1614592 w 2208213"/>
                            <a:gd name="T81" fmla="*/ 267528 h 2209801"/>
                            <a:gd name="T82" fmla="*/ 1754042 w 2208213"/>
                            <a:gd name="T83" fmla="*/ 437575 h 2209801"/>
                            <a:gd name="T84" fmla="*/ 1849932 w 2208213"/>
                            <a:gd name="T85" fmla="*/ 632539 h 2209801"/>
                            <a:gd name="T86" fmla="*/ 1898425 w 2208213"/>
                            <a:gd name="T87" fmla="*/ 840647 h 2209801"/>
                            <a:gd name="T88" fmla="*/ 1899521 w 2208213"/>
                            <a:gd name="T89" fmla="*/ 1053410 h 2209801"/>
                            <a:gd name="T90" fmla="*/ 1853220 w 2208213"/>
                            <a:gd name="T91" fmla="*/ 1262339 h 2209801"/>
                            <a:gd name="T92" fmla="*/ 1761440 w 2208213"/>
                            <a:gd name="T93" fmla="*/ 1455113 h 2209801"/>
                            <a:gd name="T94" fmla="*/ 1536237 w 2208213"/>
                            <a:gd name="T95" fmla="*/ 1393502 h 2209801"/>
                            <a:gd name="T96" fmla="*/ 1625825 w 2208213"/>
                            <a:gd name="T97" fmla="*/ 1239886 h 2209801"/>
                            <a:gd name="T98" fmla="*/ 1671304 w 2208213"/>
                            <a:gd name="T99" fmla="*/ 1090925 h 2209801"/>
                            <a:gd name="T100" fmla="*/ 1684455 w 2208213"/>
                            <a:gd name="T101" fmla="*/ 937034 h 2209801"/>
                            <a:gd name="T102" fmla="*/ 1665003 w 2208213"/>
                            <a:gd name="T103" fmla="*/ 783965 h 2209801"/>
                            <a:gd name="T104" fmla="*/ 1613770 w 2208213"/>
                            <a:gd name="T105" fmla="*/ 636646 h 2209801"/>
                            <a:gd name="T106" fmla="*/ 1529935 w 2208213"/>
                            <a:gd name="T107" fmla="*/ 501102 h 2209801"/>
                            <a:gd name="T108" fmla="*/ 1425004 w 2208213"/>
                            <a:gd name="T109" fmla="*/ 392393 h 2209801"/>
                            <a:gd name="T110" fmla="*/ 1313773 w 2208213"/>
                            <a:gd name="T111" fmla="*/ 315174 h 2209801"/>
                            <a:gd name="T112" fmla="*/ 1191035 w 2208213"/>
                            <a:gd name="T113" fmla="*/ 259314 h 2209801"/>
                            <a:gd name="T114" fmla="*/ 996790 w 2208213"/>
                            <a:gd name="T115" fmla="*/ 220977 h 2209801"/>
                            <a:gd name="T116" fmla="*/ 817613 w 2208213"/>
                            <a:gd name="T117" fmla="*/ 53670 h 220980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2208213" h="2209801">
                              <a:moveTo>
                                <a:pt x="1288552" y="590550"/>
                              </a:moveTo>
                              <a:lnTo>
                                <a:pt x="1298410" y="590868"/>
                              </a:lnTo>
                              <a:lnTo>
                                <a:pt x="1307950" y="592138"/>
                              </a:lnTo>
                              <a:lnTo>
                                <a:pt x="1313039" y="593408"/>
                              </a:lnTo>
                              <a:lnTo>
                                <a:pt x="1317809" y="594678"/>
                              </a:lnTo>
                              <a:lnTo>
                                <a:pt x="1322579" y="596265"/>
                              </a:lnTo>
                              <a:lnTo>
                                <a:pt x="1326713" y="598170"/>
                              </a:lnTo>
                              <a:lnTo>
                                <a:pt x="1331483" y="600075"/>
                              </a:lnTo>
                              <a:lnTo>
                                <a:pt x="1335935" y="601980"/>
                              </a:lnTo>
                              <a:lnTo>
                                <a:pt x="1340705" y="604520"/>
                              </a:lnTo>
                              <a:lnTo>
                                <a:pt x="1344522" y="607060"/>
                              </a:lnTo>
                              <a:lnTo>
                                <a:pt x="1348974" y="610235"/>
                              </a:lnTo>
                              <a:lnTo>
                                <a:pt x="1352790" y="613410"/>
                              </a:lnTo>
                              <a:lnTo>
                                <a:pt x="1356924" y="616585"/>
                              </a:lnTo>
                              <a:lnTo>
                                <a:pt x="1360740" y="620078"/>
                              </a:lnTo>
                              <a:lnTo>
                                <a:pt x="1371870" y="631190"/>
                              </a:lnTo>
                              <a:lnTo>
                                <a:pt x="1375368" y="635000"/>
                              </a:lnTo>
                              <a:lnTo>
                                <a:pt x="1378867" y="639128"/>
                              </a:lnTo>
                              <a:lnTo>
                                <a:pt x="1382047" y="642938"/>
                              </a:lnTo>
                              <a:lnTo>
                                <a:pt x="1384909" y="647383"/>
                              </a:lnTo>
                              <a:lnTo>
                                <a:pt x="1387453" y="651510"/>
                              </a:lnTo>
                              <a:lnTo>
                                <a:pt x="1389997" y="655955"/>
                              </a:lnTo>
                              <a:lnTo>
                                <a:pt x="1392223" y="660718"/>
                              </a:lnTo>
                              <a:lnTo>
                                <a:pt x="1394131" y="664845"/>
                              </a:lnTo>
                              <a:lnTo>
                                <a:pt x="1395721" y="669608"/>
                              </a:lnTo>
                              <a:lnTo>
                                <a:pt x="1397311" y="674370"/>
                              </a:lnTo>
                              <a:lnTo>
                                <a:pt x="1398901" y="679133"/>
                              </a:lnTo>
                              <a:lnTo>
                                <a:pt x="1399855" y="683895"/>
                              </a:lnTo>
                              <a:lnTo>
                                <a:pt x="1401445" y="693738"/>
                              </a:lnTo>
                              <a:lnTo>
                                <a:pt x="1401763" y="703580"/>
                              </a:lnTo>
                              <a:lnTo>
                                <a:pt x="1401445" y="713105"/>
                              </a:lnTo>
                              <a:lnTo>
                                <a:pt x="1399855" y="722948"/>
                              </a:lnTo>
                              <a:lnTo>
                                <a:pt x="1398901" y="727710"/>
                              </a:lnTo>
                              <a:lnTo>
                                <a:pt x="1397311" y="732155"/>
                              </a:lnTo>
                              <a:lnTo>
                                <a:pt x="1395721" y="736918"/>
                              </a:lnTo>
                              <a:lnTo>
                                <a:pt x="1394131" y="741680"/>
                              </a:lnTo>
                              <a:lnTo>
                                <a:pt x="1392223" y="746443"/>
                              </a:lnTo>
                              <a:lnTo>
                                <a:pt x="1389997" y="750888"/>
                              </a:lnTo>
                              <a:lnTo>
                                <a:pt x="1387453" y="755015"/>
                              </a:lnTo>
                              <a:lnTo>
                                <a:pt x="1384909" y="759460"/>
                              </a:lnTo>
                              <a:lnTo>
                                <a:pt x="1382047" y="763905"/>
                              </a:lnTo>
                              <a:lnTo>
                                <a:pt x="1378867" y="767715"/>
                              </a:lnTo>
                              <a:lnTo>
                                <a:pt x="1375368" y="771525"/>
                              </a:lnTo>
                              <a:lnTo>
                                <a:pt x="1371870" y="775653"/>
                              </a:lnTo>
                              <a:lnTo>
                                <a:pt x="1123823" y="1022668"/>
                              </a:lnTo>
                              <a:lnTo>
                                <a:pt x="1123823" y="1030605"/>
                              </a:lnTo>
                              <a:lnTo>
                                <a:pt x="1123505" y="1038543"/>
                              </a:lnTo>
                              <a:lnTo>
                                <a:pt x="1122551" y="1046480"/>
                              </a:lnTo>
                              <a:lnTo>
                                <a:pt x="1121279" y="1053783"/>
                              </a:lnTo>
                              <a:lnTo>
                                <a:pt x="1120007" y="1061720"/>
                              </a:lnTo>
                              <a:lnTo>
                                <a:pt x="1117781" y="1069340"/>
                              </a:lnTo>
                              <a:lnTo>
                                <a:pt x="1115555" y="1076643"/>
                              </a:lnTo>
                              <a:lnTo>
                                <a:pt x="1112693" y="1084263"/>
                              </a:lnTo>
                              <a:lnTo>
                                <a:pt x="1109513" y="1091565"/>
                              </a:lnTo>
                              <a:lnTo>
                                <a:pt x="1106333" y="1098868"/>
                              </a:lnTo>
                              <a:lnTo>
                                <a:pt x="1102517" y="1105853"/>
                              </a:lnTo>
                              <a:lnTo>
                                <a:pt x="1098064" y="1112520"/>
                              </a:lnTo>
                              <a:lnTo>
                                <a:pt x="1093930" y="1119188"/>
                              </a:lnTo>
                              <a:lnTo>
                                <a:pt x="1088842" y="1125855"/>
                              </a:lnTo>
                              <a:lnTo>
                                <a:pt x="1083118" y="1132205"/>
                              </a:lnTo>
                              <a:lnTo>
                                <a:pt x="1077712" y="1138238"/>
                              </a:lnTo>
                              <a:lnTo>
                                <a:pt x="1071352" y="1143953"/>
                              </a:lnTo>
                              <a:lnTo>
                                <a:pt x="1064992" y="1149033"/>
                              </a:lnTo>
                              <a:lnTo>
                                <a:pt x="1058631" y="1154113"/>
                              </a:lnTo>
                              <a:lnTo>
                                <a:pt x="1051953" y="1158558"/>
                              </a:lnTo>
                              <a:lnTo>
                                <a:pt x="1045275" y="1163003"/>
                              </a:lnTo>
                              <a:lnTo>
                                <a:pt x="1038279" y="1166813"/>
                              </a:lnTo>
                              <a:lnTo>
                                <a:pt x="1031283" y="1169988"/>
                              </a:lnTo>
                              <a:lnTo>
                                <a:pt x="1023650" y="1173163"/>
                              </a:lnTo>
                              <a:lnTo>
                                <a:pt x="1023650" y="1562101"/>
                              </a:lnTo>
                              <a:lnTo>
                                <a:pt x="1023650" y="1567816"/>
                              </a:lnTo>
                              <a:lnTo>
                                <a:pt x="1022378" y="1573848"/>
                              </a:lnTo>
                              <a:lnTo>
                                <a:pt x="1021424" y="1579246"/>
                              </a:lnTo>
                              <a:lnTo>
                                <a:pt x="1019198" y="1584961"/>
                              </a:lnTo>
                              <a:lnTo>
                                <a:pt x="1016654" y="1590041"/>
                              </a:lnTo>
                              <a:lnTo>
                                <a:pt x="1013792" y="1594803"/>
                              </a:lnTo>
                              <a:lnTo>
                                <a:pt x="1010294" y="1599566"/>
                              </a:lnTo>
                              <a:lnTo>
                                <a:pt x="1006796" y="1603376"/>
                              </a:lnTo>
                              <a:lnTo>
                                <a:pt x="1002344" y="1607186"/>
                              </a:lnTo>
                              <a:lnTo>
                                <a:pt x="997892" y="1610361"/>
                              </a:lnTo>
                              <a:lnTo>
                                <a:pt x="993439" y="1613536"/>
                              </a:lnTo>
                              <a:lnTo>
                                <a:pt x="988033" y="1616076"/>
                              </a:lnTo>
                              <a:lnTo>
                                <a:pt x="982627" y="1617981"/>
                              </a:lnTo>
                              <a:lnTo>
                                <a:pt x="977221" y="1619568"/>
                              </a:lnTo>
                              <a:lnTo>
                                <a:pt x="971179" y="1620203"/>
                              </a:lnTo>
                              <a:lnTo>
                                <a:pt x="965455" y="1620838"/>
                              </a:lnTo>
                              <a:lnTo>
                                <a:pt x="959413" y="1620203"/>
                              </a:lnTo>
                              <a:lnTo>
                                <a:pt x="953370" y="1619568"/>
                              </a:lnTo>
                              <a:lnTo>
                                <a:pt x="947964" y="1617981"/>
                              </a:lnTo>
                              <a:lnTo>
                                <a:pt x="942558" y="1616076"/>
                              </a:lnTo>
                              <a:lnTo>
                                <a:pt x="937470" y="1613536"/>
                              </a:lnTo>
                              <a:lnTo>
                                <a:pt x="932700" y="1610361"/>
                              </a:lnTo>
                              <a:lnTo>
                                <a:pt x="927930" y="1607186"/>
                              </a:lnTo>
                              <a:lnTo>
                                <a:pt x="923795" y="1603376"/>
                              </a:lnTo>
                              <a:lnTo>
                                <a:pt x="919979" y="1599566"/>
                              </a:lnTo>
                              <a:lnTo>
                                <a:pt x="916799" y="1594803"/>
                              </a:lnTo>
                              <a:lnTo>
                                <a:pt x="913619" y="1590041"/>
                              </a:lnTo>
                              <a:lnTo>
                                <a:pt x="911393" y="1584961"/>
                              </a:lnTo>
                              <a:lnTo>
                                <a:pt x="909485" y="1579246"/>
                              </a:lnTo>
                              <a:lnTo>
                                <a:pt x="907895" y="1573848"/>
                              </a:lnTo>
                              <a:lnTo>
                                <a:pt x="906941" y="1567816"/>
                              </a:lnTo>
                              <a:lnTo>
                                <a:pt x="906623" y="1562101"/>
                              </a:lnTo>
                              <a:lnTo>
                                <a:pt x="906623" y="1173163"/>
                              </a:lnTo>
                              <a:lnTo>
                                <a:pt x="899627" y="1169988"/>
                              </a:lnTo>
                              <a:lnTo>
                                <a:pt x="892313" y="1166813"/>
                              </a:lnTo>
                              <a:lnTo>
                                <a:pt x="885316" y="1163003"/>
                              </a:lnTo>
                              <a:lnTo>
                                <a:pt x="878638" y="1158558"/>
                              </a:lnTo>
                              <a:lnTo>
                                <a:pt x="871960" y="1154113"/>
                              </a:lnTo>
                              <a:lnTo>
                                <a:pt x="865282" y="1149033"/>
                              </a:lnTo>
                              <a:lnTo>
                                <a:pt x="858922" y="1143953"/>
                              </a:lnTo>
                              <a:lnTo>
                                <a:pt x="852879" y="1138238"/>
                              </a:lnTo>
                              <a:lnTo>
                                <a:pt x="847473" y="1132205"/>
                              </a:lnTo>
                              <a:lnTo>
                                <a:pt x="842385" y="1125855"/>
                              </a:lnTo>
                              <a:lnTo>
                                <a:pt x="837297" y="1119505"/>
                              </a:lnTo>
                              <a:lnTo>
                                <a:pt x="832845" y="1113473"/>
                              </a:lnTo>
                              <a:lnTo>
                                <a:pt x="828393" y="1106488"/>
                              </a:lnTo>
                              <a:lnTo>
                                <a:pt x="824577" y="1099503"/>
                              </a:lnTo>
                              <a:lnTo>
                                <a:pt x="821397" y="1092835"/>
                              </a:lnTo>
                              <a:lnTo>
                                <a:pt x="818216" y="1085850"/>
                              </a:lnTo>
                              <a:lnTo>
                                <a:pt x="815354" y="1078230"/>
                              </a:lnTo>
                              <a:lnTo>
                                <a:pt x="813128" y="1071245"/>
                              </a:lnTo>
                              <a:lnTo>
                                <a:pt x="811220" y="1063625"/>
                              </a:lnTo>
                              <a:lnTo>
                                <a:pt x="809630" y="1056323"/>
                              </a:lnTo>
                              <a:lnTo>
                                <a:pt x="808040" y="1048703"/>
                              </a:lnTo>
                              <a:lnTo>
                                <a:pt x="807086" y="1041400"/>
                              </a:lnTo>
                              <a:lnTo>
                                <a:pt x="806768" y="1033463"/>
                              </a:lnTo>
                              <a:lnTo>
                                <a:pt x="806450" y="1025843"/>
                              </a:lnTo>
                              <a:lnTo>
                                <a:pt x="806768" y="1018540"/>
                              </a:lnTo>
                              <a:lnTo>
                                <a:pt x="807086" y="1010920"/>
                              </a:lnTo>
                              <a:lnTo>
                                <a:pt x="808040" y="1002983"/>
                              </a:lnTo>
                              <a:lnTo>
                                <a:pt x="809630" y="995680"/>
                              </a:lnTo>
                              <a:lnTo>
                                <a:pt x="811220" y="988060"/>
                              </a:lnTo>
                              <a:lnTo>
                                <a:pt x="813128" y="981075"/>
                              </a:lnTo>
                              <a:lnTo>
                                <a:pt x="815354" y="973455"/>
                              </a:lnTo>
                              <a:lnTo>
                                <a:pt x="818216" y="966470"/>
                              </a:lnTo>
                              <a:lnTo>
                                <a:pt x="821397" y="959485"/>
                              </a:lnTo>
                              <a:lnTo>
                                <a:pt x="824577" y="952183"/>
                              </a:lnTo>
                              <a:lnTo>
                                <a:pt x="828393" y="945515"/>
                              </a:lnTo>
                              <a:lnTo>
                                <a:pt x="832845" y="938848"/>
                              </a:lnTo>
                              <a:lnTo>
                                <a:pt x="837297" y="932180"/>
                              </a:lnTo>
                              <a:lnTo>
                                <a:pt x="842385" y="925830"/>
                              </a:lnTo>
                              <a:lnTo>
                                <a:pt x="847473" y="920115"/>
                              </a:lnTo>
                              <a:lnTo>
                                <a:pt x="852879" y="914083"/>
                              </a:lnTo>
                              <a:lnTo>
                                <a:pt x="859240" y="908368"/>
                              </a:lnTo>
                              <a:lnTo>
                                <a:pt x="865282" y="902653"/>
                              </a:lnTo>
                              <a:lnTo>
                                <a:pt x="871960" y="897890"/>
                              </a:lnTo>
                              <a:lnTo>
                                <a:pt x="878638" y="893445"/>
                              </a:lnTo>
                              <a:lnTo>
                                <a:pt x="885316" y="889000"/>
                              </a:lnTo>
                              <a:lnTo>
                                <a:pt x="892313" y="885508"/>
                              </a:lnTo>
                              <a:lnTo>
                                <a:pt x="899627" y="882015"/>
                              </a:lnTo>
                              <a:lnTo>
                                <a:pt x="906941" y="878840"/>
                              </a:lnTo>
                              <a:lnTo>
                                <a:pt x="914573" y="875983"/>
                              </a:lnTo>
                              <a:lnTo>
                                <a:pt x="921887" y="873760"/>
                              </a:lnTo>
                              <a:lnTo>
                                <a:pt x="929520" y="872173"/>
                              </a:lnTo>
                              <a:lnTo>
                                <a:pt x="936834" y="870585"/>
                              </a:lnTo>
                              <a:lnTo>
                                <a:pt x="944784" y="869315"/>
                              </a:lnTo>
                              <a:lnTo>
                                <a:pt x="952734" y="868363"/>
                              </a:lnTo>
                              <a:lnTo>
                                <a:pt x="960685" y="868045"/>
                              </a:lnTo>
                              <a:lnTo>
                                <a:pt x="967999" y="867728"/>
                              </a:lnTo>
                              <a:lnTo>
                                <a:pt x="1216364" y="620078"/>
                              </a:lnTo>
                              <a:lnTo>
                                <a:pt x="1219862" y="616585"/>
                              </a:lnTo>
                              <a:lnTo>
                                <a:pt x="1223996" y="613410"/>
                              </a:lnTo>
                              <a:lnTo>
                                <a:pt x="1228130" y="610235"/>
                              </a:lnTo>
                              <a:lnTo>
                                <a:pt x="1232264" y="607060"/>
                              </a:lnTo>
                              <a:lnTo>
                                <a:pt x="1236398" y="604520"/>
                              </a:lnTo>
                              <a:lnTo>
                                <a:pt x="1240851" y="601980"/>
                              </a:lnTo>
                              <a:lnTo>
                                <a:pt x="1245621" y="599758"/>
                              </a:lnTo>
                              <a:lnTo>
                                <a:pt x="1250073" y="597535"/>
                              </a:lnTo>
                              <a:lnTo>
                                <a:pt x="1254843" y="596265"/>
                              </a:lnTo>
                              <a:lnTo>
                                <a:pt x="1259295" y="594678"/>
                              </a:lnTo>
                              <a:lnTo>
                                <a:pt x="1264065" y="593408"/>
                              </a:lnTo>
                              <a:lnTo>
                                <a:pt x="1268835" y="592138"/>
                              </a:lnTo>
                              <a:lnTo>
                                <a:pt x="1278694" y="590868"/>
                              </a:lnTo>
                              <a:lnTo>
                                <a:pt x="1288552" y="590550"/>
                              </a:lnTo>
                              <a:close/>
                              <a:moveTo>
                                <a:pt x="799395" y="26988"/>
                              </a:moveTo>
                              <a:lnTo>
                                <a:pt x="618825" y="785302"/>
                              </a:lnTo>
                              <a:lnTo>
                                <a:pt x="426196" y="592785"/>
                              </a:lnTo>
                              <a:lnTo>
                                <a:pt x="414454" y="608987"/>
                              </a:lnTo>
                              <a:lnTo>
                                <a:pt x="403030" y="625189"/>
                              </a:lnTo>
                              <a:lnTo>
                                <a:pt x="392240" y="641708"/>
                              </a:lnTo>
                              <a:lnTo>
                                <a:pt x="381450" y="658228"/>
                              </a:lnTo>
                              <a:lnTo>
                                <a:pt x="371295" y="674748"/>
                              </a:lnTo>
                              <a:lnTo>
                                <a:pt x="361775" y="691585"/>
                              </a:lnTo>
                              <a:lnTo>
                                <a:pt x="352254" y="709058"/>
                              </a:lnTo>
                              <a:lnTo>
                                <a:pt x="343369" y="726213"/>
                              </a:lnTo>
                              <a:lnTo>
                                <a:pt x="336387" y="741144"/>
                              </a:lnTo>
                              <a:lnTo>
                                <a:pt x="329088" y="756393"/>
                              </a:lnTo>
                              <a:lnTo>
                                <a:pt x="322741" y="771642"/>
                              </a:lnTo>
                              <a:lnTo>
                                <a:pt x="316711" y="786573"/>
                              </a:lnTo>
                              <a:lnTo>
                                <a:pt x="310365" y="801822"/>
                              </a:lnTo>
                              <a:lnTo>
                                <a:pt x="304652" y="817706"/>
                              </a:lnTo>
                              <a:lnTo>
                                <a:pt x="299257" y="832955"/>
                              </a:lnTo>
                              <a:lnTo>
                                <a:pt x="294180" y="848839"/>
                              </a:lnTo>
                              <a:lnTo>
                                <a:pt x="289420" y="864723"/>
                              </a:lnTo>
                              <a:lnTo>
                                <a:pt x="284977" y="880290"/>
                              </a:lnTo>
                              <a:lnTo>
                                <a:pt x="280851" y="896174"/>
                              </a:lnTo>
                              <a:lnTo>
                                <a:pt x="276726" y="912376"/>
                              </a:lnTo>
                              <a:lnTo>
                                <a:pt x="273235" y="927942"/>
                              </a:lnTo>
                              <a:lnTo>
                                <a:pt x="270062" y="944144"/>
                              </a:lnTo>
                              <a:lnTo>
                                <a:pt x="267523" y="960346"/>
                              </a:lnTo>
                              <a:lnTo>
                                <a:pt x="264667" y="976548"/>
                              </a:lnTo>
                              <a:lnTo>
                                <a:pt x="262128" y="992433"/>
                              </a:lnTo>
                              <a:lnTo>
                                <a:pt x="260224" y="1008634"/>
                              </a:lnTo>
                              <a:lnTo>
                                <a:pt x="258637" y="1024836"/>
                              </a:lnTo>
                              <a:lnTo>
                                <a:pt x="257050" y="1041038"/>
                              </a:lnTo>
                              <a:lnTo>
                                <a:pt x="256098" y="1057240"/>
                              </a:lnTo>
                              <a:lnTo>
                                <a:pt x="255464" y="1073760"/>
                              </a:lnTo>
                              <a:lnTo>
                                <a:pt x="254829" y="1089962"/>
                              </a:lnTo>
                              <a:lnTo>
                                <a:pt x="254829" y="1105846"/>
                              </a:lnTo>
                              <a:lnTo>
                                <a:pt x="254829" y="1122683"/>
                              </a:lnTo>
                              <a:lnTo>
                                <a:pt x="255464" y="1138568"/>
                              </a:lnTo>
                              <a:lnTo>
                                <a:pt x="256416" y="1155087"/>
                              </a:lnTo>
                              <a:lnTo>
                                <a:pt x="257050" y="1171289"/>
                              </a:lnTo>
                              <a:lnTo>
                                <a:pt x="258637" y="1187491"/>
                              </a:lnTo>
                              <a:lnTo>
                                <a:pt x="260224" y="1203693"/>
                              </a:lnTo>
                              <a:lnTo>
                                <a:pt x="262128" y="1219895"/>
                              </a:lnTo>
                              <a:lnTo>
                                <a:pt x="264667" y="1236097"/>
                              </a:lnTo>
                              <a:lnTo>
                                <a:pt x="267523" y="1251981"/>
                              </a:lnTo>
                              <a:lnTo>
                                <a:pt x="270379" y="1268183"/>
                              </a:lnTo>
                              <a:lnTo>
                                <a:pt x="273552" y="1284385"/>
                              </a:lnTo>
                              <a:lnTo>
                                <a:pt x="277361" y="1300269"/>
                              </a:lnTo>
                              <a:lnTo>
                                <a:pt x="281169" y="1316153"/>
                              </a:lnTo>
                              <a:lnTo>
                                <a:pt x="284977" y="1332038"/>
                              </a:lnTo>
                              <a:lnTo>
                                <a:pt x="289737" y="1347922"/>
                              </a:lnTo>
                              <a:lnTo>
                                <a:pt x="294497" y="1363488"/>
                              </a:lnTo>
                              <a:lnTo>
                                <a:pt x="299575" y="1379373"/>
                              </a:lnTo>
                              <a:lnTo>
                                <a:pt x="305287" y="1394622"/>
                              </a:lnTo>
                              <a:lnTo>
                                <a:pt x="310682" y="1410188"/>
                              </a:lnTo>
                              <a:lnTo>
                                <a:pt x="317029" y="1425437"/>
                              </a:lnTo>
                              <a:lnTo>
                                <a:pt x="323376" y="1440686"/>
                              </a:lnTo>
                              <a:lnTo>
                                <a:pt x="330040" y="1456252"/>
                              </a:lnTo>
                              <a:lnTo>
                                <a:pt x="337022" y="1471184"/>
                              </a:lnTo>
                              <a:lnTo>
                                <a:pt x="344003" y="1486115"/>
                              </a:lnTo>
                              <a:lnTo>
                                <a:pt x="351620" y="1501046"/>
                              </a:lnTo>
                              <a:lnTo>
                                <a:pt x="359553" y="1515660"/>
                              </a:lnTo>
                              <a:lnTo>
                                <a:pt x="367804" y="1530273"/>
                              </a:lnTo>
                              <a:lnTo>
                                <a:pt x="376373" y="1544887"/>
                              </a:lnTo>
                              <a:lnTo>
                                <a:pt x="384941" y="1558865"/>
                              </a:lnTo>
                              <a:lnTo>
                                <a:pt x="394461" y="1573161"/>
                              </a:lnTo>
                              <a:lnTo>
                                <a:pt x="403982" y="1587139"/>
                              </a:lnTo>
                              <a:lnTo>
                                <a:pt x="413819" y="1601117"/>
                              </a:lnTo>
                              <a:lnTo>
                                <a:pt x="423657" y="1614777"/>
                              </a:lnTo>
                              <a:lnTo>
                                <a:pt x="434130" y="1628120"/>
                              </a:lnTo>
                              <a:lnTo>
                                <a:pt x="444919" y="1641780"/>
                              </a:lnTo>
                              <a:lnTo>
                                <a:pt x="455709" y="1655123"/>
                              </a:lnTo>
                              <a:lnTo>
                                <a:pt x="466816" y="1668148"/>
                              </a:lnTo>
                              <a:lnTo>
                                <a:pt x="478558" y="1680856"/>
                              </a:lnTo>
                              <a:lnTo>
                                <a:pt x="490300" y="1693563"/>
                              </a:lnTo>
                              <a:lnTo>
                                <a:pt x="502676" y="1706270"/>
                              </a:lnTo>
                              <a:lnTo>
                                <a:pt x="512832" y="1716119"/>
                              </a:lnTo>
                              <a:lnTo>
                                <a:pt x="522987" y="1725967"/>
                              </a:lnTo>
                              <a:lnTo>
                                <a:pt x="533776" y="1735497"/>
                              </a:lnTo>
                              <a:lnTo>
                                <a:pt x="544249" y="1744710"/>
                              </a:lnTo>
                              <a:lnTo>
                                <a:pt x="555039" y="1753923"/>
                              </a:lnTo>
                              <a:lnTo>
                                <a:pt x="565511" y="1762818"/>
                              </a:lnTo>
                              <a:lnTo>
                                <a:pt x="587725" y="1780291"/>
                              </a:lnTo>
                              <a:lnTo>
                                <a:pt x="609939" y="1796811"/>
                              </a:lnTo>
                              <a:lnTo>
                                <a:pt x="633106" y="1812695"/>
                              </a:lnTo>
                              <a:lnTo>
                                <a:pt x="656589" y="1827626"/>
                              </a:lnTo>
                              <a:lnTo>
                                <a:pt x="680073" y="1841604"/>
                              </a:lnTo>
                              <a:lnTo>
                                <a:pt x="704509" y="1854629"/>
                              </a:lnTo>
                              <a:lnTo>
                                <a:pt x="728944" y="1867337"/>
                              </a:lnTo>
                              <a:lnTo>
                                <a:pt x="753697" y="1878774"/>
                              </a:lnTo>
                              <a:lnTo>
                                <a:pt x="778768" y="1889257"/>
                              </a:lnTo>
                              <a:lnTo>
                                <a:pt x="804155" y="1899741"/>
                              </a:lnTo>
                              <a:lnTo>
                                <a:pt x="829543" y="1908636"/>
                              </a:lnTo>
                              <a:lnTo>
                                <a:pt x="855566" y="1916896"/>
                              </a:lnTo>
                              <a:lnTo>
                                <a:pt x="881906" y="1923885"/>
                              </a:lnTo>
                              <a:lnTo>
                                <a:pt x="908245" y="1930556"/>
                              </a:lnTo>
                              <a:lnTo>
                                <a:pt x="934585" y="1936592"/>
                              </a:lnTo>
                              <a:lnTo>
                                <a:pt x="961242" y="1941357"/>
                              </a:lnTo>
                              <a:lnTo>
                                <a:pt x="988217" y="1945805"/>
                              </a:lnTo>
                              <a:lnTo>
                                <a:pt x="1014874" y="1948982"/>
                              </a:lnTo>
                              <a:lnTo>
                                <a:pt x="1042165" y="1951206"/>
                              </a:lnTo>
                              <a:lnTo>
                                <a:pt x="1068823" y="1952794"/>
                              </a:lnTo>
                              <a:lnTo>
                                <a:pt x="1095797" y="1953112"/>
                              </a:lnTo>
                              <a:lnTo>
                                <a:pt x="1123089" y="1953112"/>
                              </a:lnTo>
                              <a:lnTo>
                                <a:pt x="1150063" y="1951841"/>
                              </a:lnTo>
                              <a:lnTo>
                                <a:pt x="1177355" y="1950253"/>
                              </a:lnTo>
                              <a:lnTo>
                                <a:pt x="1204012" y="1947711"/>
                              </a:lnTo>
                              <a:lnTo>
                                <a:pt x="1231304" y="1944217"/>
                              </a:lnTo>
                              <a:lnTo>
                                <a:pt x="1257961" y="1939451"/>
                              </a:lnTo>
                              <a:lnTo>
                                <a:pt x="1284618" y="1934368"/>
                              </a:lnTo>
                              <a:lnTo>
                                <a:pt x="1311275" y="1928015"/>
                              </a:lnTo>
                              <a:lnTo>
                                <a:pt x="1258913" y="2147853"/>
                              </a:lnTo>
                              <a:lnTo>
                                <a:pt x="1246219" y="2200588"/>
                              </a:lnTo>
                              <a:lnTo>
                                <a:pt x="1220514" y="2203130"/>
                              </a:lnTo>
                              <a:lnTo>
                                <a:pt x="1195126" y="2205989"/>
                              </a:lnTo>
                              <a:lnTo>
                                <a:pt x="1169104" y="2207895"/>
                              </a:lnTo>
                              <a:lnTo>
                                <a:pt x="1143082" y="2209166"/>
                              </a:lnTo>
                              <a:lnTo>
                                <a:pt x="1117694" y="2209801"/>
                              </a:lnTo>
                              <a:lnTo>
                                <a:pt x="1091672" y="2209801"/>
                              </a:lnTo>
                              <a:lnTo>
                                <a:pt x="1065649" y="2209483"/>
                              </a:lnTo>
                              <a:lnTo>
                                <a:pt x="1039627" y="2208530"/>
                              </a:lnTo>
                              <a:lnTo>
                                <a:pt x="1013287" y="2206307"/>
                              </a:lnTo>
                              <a:lnTo>
                                <a:pt x="987265" y="2204083"/>
                              </a:lnTo>
                              <a:lnTo>
                                <a:pt x="961242" y="2201224"/>
                              </a:lnTo>
                              <a:lnTo>
                                <a:pt x="935537" y="2197411"/>
                              </a:lnTo>
                              <a:lnTo>
                                <a:pt x="909832" y="2193282"/>
                              </a:lnTo>
                              <a:lnTo>
                                <a:pt x="883810" y="2188199"/>
                              </a:lnTo>
                              <a:lnTo>
                                <a:pt x="857787" y="2182798"/>
                              </a:lnTo>
                              <a:lnTo>
                                <a:pt x="832400" y="2176762"/>
                              </a:lnTo>
                              <a:lnTo>
                                <a:pt x="832717" y="2174856"/>
                              </a:lnTo>
                              <a:lnTo>
                                <a:pt x="814946" y="2170091"/>
                              </a:lnTo>
                              <a:lnTo>
                                <a:pt x="797808" y="2165325"/>
                              </a:lnTo>
                              <a:lnTo>
                                <a:pt x="780037" y="2160242"/>
                              </a:lnTo>
                              <a:lnTo>
                                <a:pt x="762583" y="2154842"/>
                              </a:lnTo>
                              <a:lnTo>
                                <a:pt x="745446" y="2149441"/>
                              </a:lnTo>
                              <a:lnTo>
                                <a:pt x="727992" y="2143087"/>
                              </a:lnTo>
                              <a:lnTo>
                                <a:pt x="710856" y="2136734"/>
                              </a:lnTo>
                              <a:lnTo>
                                <a:pt x="693719" y="2130380"/>
                              </a:lnTo>
                              <a:lnTo>
                                <a:pt x="676900" y="2123391"/>
                              </a:lnTo>
                              <a:lnTo>
                                <a:pt x="660080" y="2116084"/>
                              </a:lnTo>
                              <a:lnTo>
                                <a:pt x="642943" y="2108777"/>
                              </a:lnTo>
                              <a:lnTo>
                                <a:pt x="626441" y="2100835"/>
                              </a:lnTo>
                              <a:lnTo>
                                <a:pt x="609939" y="2092893"/>
                              </a:lnTo>
                              <a:lnTo>
                                <a:pt x="593437" y="2084633"/>
                              </a:lnTo>
                              <a:lnTo>
                                <a:pt x="577253" y="2076056"/>
                              </a:lnTo>
                              <a:lnTo>
                                <a:pt x="561385" y="2067478"/>
                              </a:lnTo>
                              <a:lnTo>
                                <a:pt x="545201" y="2057948"/>
                              </a:lnTo>
                              <a:lnTo>
                                <a:pt x="529016" y="2048417"/>
                              </a:lnTo>
                              <a:lnTo>
                                <a:pt x="513149" y="2038887"/>
                              </a:lnTo>
                              <a:lnTo>
                                <a:pt x="497916" y="2028721"/>
                              </a:lnTo>
                              <a:lnTo>
                                <a:pt x="482049" y="2018555"/>
                              </a:lnTo>
                              <a:lnTo>
                                <a:pt x="466816" y="2007754"/>
                              </a:lnTo>
                              <a:lnTo>
                                <a:pt x="451901" y="1996952"/>
                              </a:lnTo>
                              <a:lnTo>
                                <a:pt x="436668" y="1985833"/>
                              </a:lnTo>
                              <a:lnTo>
                                <a:pt x="422070" y="1974397"/>
                              </a:lnTo>
                              <a:lnTo>
                                <a:pt x="407155" y="1962642"/>
                              </a:lnTo>
                              <a:lnTo>
                                <a:pt x="392557" y="1950888"/>
                              </a:lnTo>
                              <a:lnTo>
                                <a:pt x="378277" y="1938498"/>
                              </a:lnTo>
                              <a:lnTo>
                                <a:pt x="364313" y="1926109"/>
                              </a:lnTo>
                              <a:lnTo>
                                <a:pt x="350033" y="1913083"/>
                              </a:lnTo>
                              <a:lnTo>
                                <a:pt x="336387" y="1900058"/>
                              </a:lnTo>
                              <a:lnTo>
                                <a:pt x="322424" y="1886716"/>
                              </a:lnTo>
                              <a:lnTo>
                                <a:pt x="305604" y="1869243"/>
                              </a:lnTo>
                              <a:lnTo>
                                <a:pt x="289420" y="1852088"/>
                              </a:lnTo>
                              <a:lnTo>
                                <a:pt x="273235" y="1833980"/>
                              </a:lnTo>
                              <a:lnTo>
                                <a:pt x="258002" y="1815554"/>
                              </a:lnTo>
                              <a:lnTo>
                                <a:pt x="242452" y="1797446"/>
                              </a:lnTo>
                              <a:lnTo>
                                <a:pt x="228172" y="1779020"/>
                              </a:lnTo>
                              <a:lnTo>
                                <a:pt x="213891" y="1760277"/>
                              </a:lnTo>
                              <a:lnTo>
                                <a:pt x="200245" y="1741216"/>
                              </a:lnTo>
                              <a:lnTo>
                                <a:pt x="187234" y="1721837"/>
                              </a:lnTo>
                              <a:lnTo>
                                <a:pt x="174223" y="1702141"/>
                              </a:lnTo>
                              <a:lnTo>
                                <a:pt x="161846" y="1682444"/>
                              </a:lnTo>
                              <a:lnTo>
                                <a:pt x="150105" y="1662748"/>
                              </a:lnTo>
                              <a:lnTo>
                                <a:pt x="138363" y="1642734"/>
                              </a:lnTo>
                              <a:lnTo>
                                <a:pt x="127573" y="1622402"/>
                              </a:lnTo>
                              <a:lnTo>
                                <a:pt x="117101" y="1602388"/>
                              </a:lnTo>
                              <a:lnTo>
                                <a:pt x="106946" y="1581420"/>
                              </a:lnTo>
                              <a:lnTo>
                                <a:pt x="97425" y="1560453"/>
                              </a:lnTo>
                              <a:lnTo>
                                <a:pt x="87905" y="1539486"/>
                              </a:lnTo>
                              <a:lnTo>
                                <a:pt x="79336" y="1518836"/>
                              </a:lnTo>
                              <a:lnTo>
                                <a:pt x="71085" y="1497551"/>
                              </a:lnTo>
                              <a:lnTo>
                                <a:pt x="63152" y="1476267"/>
                              </a:lnTo>
                              <a:lnTo>
                                <a:pt x="56170" y="1454664"/>
                              </a:lnTo>
                              <a:lnTo>
                                <a:pt x="49189" y="1432744"/>
                              </a:lnTo>
                              <a:lnTo>
                                <a:pt x="42842" y="1411141"/>
                              </a:lnTo>
                              <a:lnTo>
                                <a:pt x="36495" y="1389539"/>
                              </a:lnTo>
                              <a:lnTo>
                                <a:pt x="31100" y="1367618"/>
                              </a:lnTo>
                              <a:lnTo>
                                <a:pt x="25705" y="1345380"/>
                              </a:lnTo>
                              <a:lnTo>
                                <a:pt x="21262" y="1323460"/>
                              </a:lnTo>
                              <a:lnTo>
                                <a:pt x="17137" y="1301222"/>
                              </a:lnTo>
                              <a:lnTo>
                                <a:pt x="13328" y="1278984"/>
                              </a:lnTo>
                              <a:lnTo>
                                <a:pt x="10155" y="1256746"/>
                              </a:lnTo>
                              <a:lnTo>
                                <a:pt x="7299" y="1234508"/>
                              </a:lnTo>
                              <a:lnTo>
                                <a:pt x="5077" y="1211953"/>
                              </a:lnTo>
                              <a:lnTo>
                                <a:pt x="2856" y="1189397"/>
                              </a:lnTo>
                              <a:lnTo>
                                <a:pt x="1587" y="1167159"/>
                              </a:lnTo>
                              <a:lnTo>
                                <a:pt x="317" y="1144604"/>
                              </a:lnTo>
                              <a:lnTo>
                                <a:pt x="0" y="1122048"/>
                              </a:lnTo>
                              <a:lnTo>
                                <a:pt x="0" y="1099810"/>
                              </a:lnTo>
                              <a:lnTo>
                                <a:pt x="0" y="1077254"/>
                              </a:lnTo>
                              <a:lnTo>
                                <a:pt x="635" y="1054699"/>
                              </a:lnTo>
                              <a:lnTo>
                                <a:pt x="2221" y="1032461"/>
                              </a:lnTo>
                              <a:lnTo>
                                <a:pt x="3808" y="1009905"/>
                              </a:lnTo>
                              <a:lnTo>
                                <a:pt x="5712" y="987350"/>
                              </a:lnTo>
                              <a:lnTo>
                                <a:pt x="8568" y="965429"/>
                              </a:lnTo>
                              <a:lnTo>
                                <a:pt x="11742" y="942874"/>
                              </a:lnTo>
                              <a:lnTo>
                                <a:pt x="14915" y="920636"/>
                              </a:lnTo>
                              <a:lnTo>
                                <a:pt x="19041" y="898398"/>
                              </a:lnTo>
                              <a:lnTo>
                                <a:pt x="23484" y="876478"/>
                              </a:lnTo>
                              <a:lnTo>
                                <a:pt x="28244" y="854240"/>
                              </a:lnTo>
                              <a:lnTo>
                                <a:pt x="33639" y="832319"/>
                              </a:lnTo>
                              <a:lnTo>
                                <a:pt x="39351" y="810717"/>
                              </a:lnTo>
                              <a:lnTo>
                                <a:pt x="45380" y="788479"/>
                              </a:lnTo>
                              <a:lnTo>
                                <a:pt x="52045" y="766876"/>
                              </a:lnTo>
                              <a:lnTo>
                                <a:pt x="59344" y="745591"/>
                              </a:lnTo>
                              <a:lnTo>
                                <a:pt x="66643" y="723989"/>
                              </a:lnTo>
                              <a:lnTo>
                                <a:pt x="74894" y="702704"/>
                              </a:lnTo>
                              <a:lnTo>
                                <a:pt x="83145" y="681737"/>
                              </a:lnTo>
                              <a:lnTo>
                                <a:pt x="92348" y="660452"/>
                              </a:lnTo>
                              <a:lnTo>
                                <a:pt x="101868" y="639802"/>
                              </a:lnTo>
                              <a:lnTo>
                                <a:pt x="111706" y="619153"/>
                              </a:lnTo>
                              <a:lnTo>
                                <a:pt x="121861" y="598821"/>
                              </a:lnTo>
                              <a:lnTo>
                                <a:pt x="132333" y="578171"/>
                              </a:lnTo>
                              <a:lnTo>
                                <a:pt x="143758" y="558157"/>
                              </a:lnTo>
                              <a:lnTo>
                                <a:pt x="155182" y="538143"/>
                              </a:lnTo>
                              <a:lnTo>
                                <a:pt x="165337" y="521623"/>
                              </a:lnTo>
                              <a:lnTo>
                                <a:pt x="175810" y="505422"/>
                              </a:lnTo>
                              <a:lnTo>
                                <a:pt x="186282" y="489220"/>
                              </a:lnTo>
                              <a:lnTo>
                                <a:pt x="197389" y="473018"/>
                              </a:lnTo>
                              <a:lnTo>
                                <a:pt x="208814" y="457451"/>
                              </a:lnTo>
                              <a:lnTo>
                                <a:pt x="220238" y="441567"/>
                              </a:lnTo>
                              <a:lnTo>
                                <a:pt x="231980" y="425683"/>
                              </a:lnTo>
                              <a:lnTo>
                                <a:pt x="244039" y="410434"/>
                              </a:lnTo>
                              <a:lnTo>
                                <a:pt x="41255" y="207115"/>
                              </a:lnTo>
                              <a:lnTo>
                                <a:pt x="799395" y="26988"/>
                              </a:lnTo>
                              <a:close/>
                              <a:moveTo>
                                <a:pt x="1115113" y="0"/>
                              </a:moveTo>
                              <a:lnTo>
                                <a:pt x="1141155" y="953"/>
                              </a:lnTo>
                              <a:lnTo>
                                <a:pt x="1167196" y="1906"/>
                              </a:lnTo>
                              <a:lnTo>
                                <a:pt x="1193555" y="3494"/>
                              </a:lnTo>
                              <a:lnTo>
                                <a:pt x="1219596" y="6035"/>
                              </a:lnTo>
                              <a:lnTo>
                                <a:pt x="1245320" y="9212"/>
                              </a:lnTo>
                              <a:lnTo>
                                <a:pt x="1271044" y="12706"/>
                              </a:lnTo>
                              <a:lnTo>
                                <a:pt x="1297085" y="17152"/>
                              </a:lnTo>
                              <a:lnTo>
                                <a:pt x="1323126" y="21599"/>
                              </a:lnTo>
                              <a:lnTo>
                                <a:pt x="1348532" y="27317"/>
                              </a:lnTo>
                              <a:lnTo>
                                <a:pt x="1374574" y="33670"/>
                              </a:lnTo>
                              <a:lnTo>
                                <a:pt x="1392676" y="38434"/>
                              </a:lnTo>
                              <a:lnTo>
                                <a:pt x="1410460" y="42881"/>
                              </a:lnTo>
                              <a:lnTo>
                                <a:pt x="1428244" y="48599"/>
                              </a:lnTo>
                              <a:lnTo>
                                <a:pt x="1445711" y="53999"/>
                              </a:lnTo>
                              <a:lnTo>
                                <a:pt x="1463495" y="60034"/>
                              </a:lnTo>
                              <a:lnTo>
                                <a:pt x="1480962" y="66387"/>
                              </a:lnTo>
                              <a:lnTo>
                                <a:pt x="1498746" y="72422"/>
                              </a:lnTo>
                              <a:lnTo>
                                <a:pt x="1515578" y="79092"/>
                              </a:lnTo>
                              <a:lnTo>
                                <a:pt x="1532727" y="86398"/>
                              </a:lnTo>
                              <a:lnTo>
                                <a:pt x="1549876" y="93703"/>
                              </a:lnTo>
                              <a:lnTo>
                                <a:pt x="1566708" y="101327"/>
                              </a:lnTo>
                              <a:lnTo>
                                <a:pt x="1583222" y="109585"/>
                              </a:lnTo>
                              <a:lnTo>
                                <a:pt x="1600053" y="117526"/>
                              </a:lnTo>
                              <a:lnTo>
                                <a:pt x="1616250" y="126103"/>
                              </a:lnTo>
                              <a:lnTo>
                                <a:pt x="1632764" y="134679"/>
                              </a:lnTo>
                              <a:lnTo>
                                <a:pt x="1648960" y="143890"/>
                              </a:lnTo>
                              <a:lnTo>
                                <a:pt x="1665157" y="152784"/>
                              </a:lnTo>
                              <a:lnTo>
                                <a:pt x="1681035" y="162631"/>
                              </a:lnTo>
                              <a:lnTo>
                                <a:pt x="1696597" y="172478"/>
                              </a:lnTo>
                              <a:lnTo>
                                <a:pt x="1712158" y="182325"/>
                              </a:lnTo>
                              <a:lnTo>
                                <a:pt x="1727402" y="193124"/>
                              </a:lnTo>
                              <a:lnTo>
                                <a:pt x="1742645" y="203606"/>
                              </a:lnTo>
                              <a:lnTo>
                                <a:pt x="1757572" y="214406"/>
                              </a:lnTo>
                              <a:lnTo>
                                <a:pt x="1772498" y="225206"/>
                              </a:lnTo>
                              <a:lnTo>
                                <a:pt x="1787106" y="236641"/>
                              </a:lnTo>
                              <a:lnTo>
                                <a:pt x="1801715" y="248711"/>
                              </a:lnTo>
                              <a:lnTo>
                                <a:pt x="1816323" y="260464"/>
                              </a:lnTo>
                              <a:lnTo>
                                <a:pt x="1830614" y="272534"/>
                              </a:lnTo>
                              <a:lnTo>
                                <a:pt x="1844270" y="284922"/>
                              </a:lnTo>
                              <a:lnTo>
                                <a:pt x="1857926" y="297310"/>
                              </a:lnTo>
                              <a:lnTo>
                                <a:pt x="1871582" y="310333"/>
                              </a:lnTo>
                              <a:lnTo>
                                <a:pt x="1884920" y="323356"/>
                              </a:lnTo>
                              <a:lnTo>
                                <a:pt x="1901751" y="340826"/>
                              </a:lnTo>
                              <a:lnTo>
                                <a:pt x="1918265" y="358296"/>
                              </a:lnTo>
                              <a:lnTo>
                                <a:pt x="1934144" y="376084"/>
                              </a:lnTo>
                              <a:lnTo>
                                <a:pt x="1949706" y="394190"/>
                              </a:lnTo>
                              <a:lnTo>
                                <a:pt x="1964632" y="412295"/>
                              </a:lnTo>
                              <a:lnTo>
                                <a:pt x="1979240" y="431036"/>
                              </a:lnTo>
                              <a:lnTo>
                                <a:pt x="1993531" y="449776"/>
                              </a:lnTo>
                              <a:lnTo>
                                <a:pt x="2007187" y="468835"/>
                              </a:lnTo>
                              <a:lnTo>
                                <a:pt x="2020525" y="487893"/>
                              </a:lnTo>
                              <a:lnTo>
                                <a:pt x="2033228" y="507587"/>
                              </a:lnTo>
                              <a:lnTo>
                                <a:pt x="2045931" y="527280"/>
                              </a:lnTo>
                              <a:lnTo>
                                <a:pt x="2057682" y="546974"/>
                              </a:lnTo>
                              <a:lnTo>
                                <a:pt x="2069114" y="567303"/>
                              </a:lnTo>
                              <a:lnTo>
                                <a:pt x="2080230" y="587314"/>
                              </a:lnTo>
                              <a:lnTo>
                                <a:pt x="2090710" y="607643"/>
                              </a:lnTo>
                              <a:lnTo>
                                <a:pt x="2100555" y="628607"/>
                              </a:lnTo>
                              <a:lnTo>
                                <a:pt x="2110399" y="648936"/>
                              </a:lnTo>
                              <a:lnTo>
                                <a:pt x="2119609" y="670218"/>
                              </a:lnTo>
                              <a:lnTo>
                                <a:pt x="2128184" y="691182"/>
                              </a:lnTo>
                              <a:lnTo>
                                <a:pt x="2136441" y="712464"/>
                              </a:lnTo>
                              <a:lnTo>
                                <a:pt x="2144380" y="733745"/>
                              </a:lnTo>
                              <a:lnTo>
                                <a:pt x="2151684" y="755345"/>
                              </a:lnTo>
                              <a:lnTo>
                                <a:pt x="2158354" y="776627"/>
                              </a:lnTo>
                              <a:lnTo>
                                <a:pt x="2165023" y="798544"/>
                              </a:lnTo>
                              <a:lnTo>
                                <a:pt x="2171057" y="820461"/>
                              </a:lnTo>
                              <a:lnTo>
                                <a:pt x="2176455" y="842378"/>
                              </a:lnTo>
                              <a:lnTo>
                                <a:pt x="2181537" y="863977"/>
                              </a:lnTo>
                              <a:lnTo>
                                <a:pt x="2186300" y="886530"/>
                              </a:lnTo>
                              <a:lnTo>
                                <a:pt x="2190429" y="908447"/>
                              </a:lnTo>
                              <a:lnTo>
                                <a:pt x="2194240" y="930681"/>
                              </a:lnTo>
                              <a:lnTo>
                                <a:pt x="2197416" y="952916"/>
                              </a:lnTo>
                              <a:lnTo>
                                <a:pt x="2200591" y="975151"/>
                              </a:lnTo>
                              <a:lnTo>
                                <a:pt x="2202814" y="997703"/>
                              </a:lnTo>
                              <a:lnTo>
                                <a:pt x="2204402" y="1019938"/>
                              </a:lnTo>
                              <a:lnTo>
                                <a:pt x="2205990" y="1042490"/>
                              </a:lnTo>
                              <a:lnTo>
                                <a:pt x="2207260" y="1065043"/>
                              </a:lnTo>
                              <a:lnTo>
                                <a:pt x="2207578" y="1087277"/>
                              </a:lnTo>
                              <a:lnTo>
                                <a:pt x="2208213" y="1109830"/>
                              </a:lnTo>
                              <a:lnTo>
                                <a:pt x="2207578" y="1132382"/>
                              </a:lnTo>
                              <a:lnTo>
                                <a:pt x="2206943" y="1154617"/>
                              </a:lnTo>
                              <a:lnTo>
                                <a:pt x="2205673" y="1177169"/>
                              </a:lnTo>
                              <a:lnTo>
                                <a:pt x="2203767" y="1199721"/>
                              </a:lnTo>
                              <a:lnTo>
                                <a:pt x="2201862" y="1221956"/>
                              </a:lnTo>
                              <a:lnTo>
                                <a:pt x="2199003" y="1244508"/>
                              </a:lnTo>
                              <a:lnTo>
                                <a:pt x="2195828" y="1267061"/>
                              </a:lnTo>
                              <a:lnTo>
                                <a:pt x="2192652" y="1288978"/>
                              </a:lnTo>
                              <a:lnTo>
                                <a:pt x="2188841" y="1310895"/>
                              </a:lnTo>
                              <a:lnTo>
                                <a:pt x="2184077" y="1333447"/>
                              </a:lnTo>
                              <a:lnTo>
                                <a:pt x="2179314" y="1355047"/>
                              </a:lnTo>
                              <a:lnTo>
                                <a:pt x="2173915" y="1377281"/>
                              </a:lnTo>
                              <a:lnTo>
                                <a:pt x="2168198" y="1399198"/>
                              </a:lnTo>
                              <a:lnTo>
                                <a:pt x="2162165" y="1420798"/>
                              </a:lnTo>
                              <a:lnTo>
                                <a:pt x="2155178" y="1442397"/>
                              </a:lnTo>
                              <a:lnTo>
                                <a:pt x="2148191" y="1464314"/>
                              </a:lnTo>
                              <a:lnTo>
                                <a:pt x="2140887" y="1485596"/>
                              </a:lnTo>
                              <a:lnTo>
                                <a:pt x="2132630" y="1506878"/>
                              </a:lnTo>
                              <a:lnTo>
                                <a:pt x="2124055" y="1527842"/>
                              </a:lnTo>
                              <a:lnTo>
                                <a:pt x="2115163" y="1548806"/>
                              </a:lnTo>
                              <a:lnTo>
                                <a:pt x="2105636" y="1569770"/>
                              </a:lnTo>
                              <a:lnTo>
                                <a:pt x="2095791" y="1590735"/>
                              </a:lnTo>
                              <a:lnTo>
                                <a:pt x="2085628" y="1611063"/>
                              </a:lnTo>
                              <a:lnTo>
                                <a:pt x="2075148" y="1631710"/>
                              </a:lnTo>
                              <a:lnTo>
                                <a:pt x="2063716" y="1651721"/>
                              </a:lnTo>
                              <a:lnTo>
                                <a:pt x="2052283" y="1671732"/>
                              </a:lnTo>
                              <a:lnTo>
                                <a:pt x="2041803" y="1687932"/>
                              </a:lnTo>
                              <a:lnTo>
                                <a:pt x="2031640" y="1704449"/>
                              </a:lnTo>
                              <a:lnTo>
                                <a:pt x="2021160" y="1720649"/>
                              </a:lnTo>
                              <a:lnTo>
                                <a:pt x="2010045" y="1736848"/>
                              </a:lnTo>
                              <a:lnTo>
                                <a:pt x="1998930" y="1752413"/>
                              </a:lnTo>
                              <a:lnTo>
                                <a:pt x="1987180" y="1768295"/>
                              </a:lnTo>
                              <a:lnTo>
                                <a:pt x="1975429" y="1783541"/>
                              </a:lnTo>
                              <a:lnTo>
                                <a:pt x="1963044" y="1798788"/>
                              </a:lnTo>
                              <a:lnTo>
                                <a:pt x="2166293" y="2002394"/>
                              </a:lnTo>
                              <a:lnTo>
                                <a:pt x="1407602" y="2182813"/>
                              </a:lnTo>
                              <a:lnTo>
                                <a:pt x="1588303" y="1424292"/>
                              </a:lnTo>
                              <a:lnTo>
                                <a:pt x="1780755" y="1616463"/>
                              </a:lnTo>
                              <a:lnTo>
                                <a:pt x="1792823" y="1600899"/>
                              </a:lnTo>
                              <a:lnTo>
                                <a:pt x="1804255" y="1584699"/>
                              </a:lnTo>
                              <a:lnTo>
                                <a:pt x="1815053" y="1568182"/>
                              </a:lnTo>
                              <a:lnTo>
                                <a:pt x="1825851" y="1551665"/>
                              </a:lnTo>
                              <a:lnTo>
                                <a:pt x="1836013" y="1534830"/>
                              </a:lnTo>
                              <a:lnTo>
                                <a:pt x="1845540" y="1517678"/>
                              </a:lnTo>
                              <a:lnTo>
                                <a:pt x="1855068" y="1500525"/>
                              </a:lnTo>
                              <a:lnTo>
                                <a:pt x="1863960" y="1483055"/>
                              </a:lnTo>
                              <a:lnTo>
                                <a:pt x="1870946" y="1468126"/>
                              </a:lnTo>
                              <a:lnTo>
                                <a:pt x="1878251" y="1453197"/>
                              </a:lnTo>
                              <a:lnTo>
                                <a:pt x="1884602" y="1438268"/>
                              </a:lnTo>
                              <a:lnTo>
                                <a:pt x="1891271" y="1422704"/>
                              </a:lnTo>
                              <a:lnTo>
                                <a:pt x="1896988" y="1407457"/>
                              </a:lnTo>
                              <a:lnTo>
                                <a:pt x="1902704" y="1392210"/>
                              </a:lnTo>
                              <a:lnTo>
                                <a:pt x="1908103" y="1376328"/>
                              </a:lnTo>
                              <a:lnTo>
                                <a:pt x="1913184" y="1360764"/>
                              </a:lnTo>
                              <a:lnTo>
                                <a:pt x="1917948" y="1344882"/>
                              </a:lnTo>
                              <a:lnTo>
                                <a:pt x="1922712" y="1329000"/>
                              </a:lnTo>
                              <a:lnTo>
                                <a:pt x="1926522" y="1313436"/>
                              </a:lnTo>
                              <a:lnTo>
                                <a:pt x="1930651" y="1297554"/>
                              </a:lnTo>
                              <a:lnTo>
                                <a:pt x="1934144" y="1281354"/>
                              </a:lnTo>
                              <a:lnTo>
                                <a:pt x="1937320" y="1265473"/>
                              </a:lnTo>
                              <a:lnTo>
                                <a:pt x="1940496" y="1249591"/>
                              </a:lnTo>
                              <a:lnTo>
                                <a:pt x="1942719" y="1233391"/>
                              </a:lnTo>
                              <a:lnTo>
                                <a:pt x="1944942" y="1217191"/>
                              </a:lnTo>
                              <a:lnTo>
                                <a:pt x="1947165" y="1200992"/>
                              </a:lnTo>
                              <a:lnTo>
                                <a:pt x="1949070" y="1184475"/>
                              </a:lnTo>
                              <a:lnTo>
                                <a:pt x="1950341" y="1168593"/>
                              </a:lnTo>
                              <a:lnTo>
                                <a:pt x="1951293" y="1152393"/>
                              </a:lnTo>
                              <a:lnTo>
                                <a:pt x="1952246" y="1135876"/>
                              </a:lnTo>
                              <a:lnTo>
                                <a:pt x="1952564" y="1119676"/>
                              </a:lnTo>
                              <a:lnTo>
                                <a:pt x="1952564" y="1103477"/>
                              </a:lnTo>
                              <a:lnTo>
                                <a:pt x="1952564" y="1086960"/>
                              </a:lnTo>
                              <a:lnTo>
                                <a:pt x="1952246" y="1070760"/>
                              </a:lnTo>
                              <a:lnTo>
                                <a:pt x="1951293" y="1054560"/>
                              </a:lnTo>
                              <a:lnTo>
                                <a:pt x="1950341" y="1038043"/>
                              </a:lnTo>
                              <a:lnTo>
                                <a:pt x="1948753" y="1021844"/>
                              </a:lnTo>
                              <a:lnTo>
                                <a:pt x="1947165" y="1005962"/>
                              </a:lnTo>
                              <a:lnTo>
                                <a:pt x="1944942" y="989762"/>
                              </a:lnTo>
                              <a:lnTo>
                                <a:pt x="1942719" y="973563"/>
                              </a:lnTo>
                              <a:lnTo>
                                <a:pt x="1939861" y="957363"/>
                              </a:lnTo>
                              <a:lnTo>
                                <a:pt x="1937320" y="941163"/>
                              </a:lnTo>
                              <a:lnTo>
                                <a:pt x="1933509" y="925599"/>
                              </a:lnTo>
                              <a:lnTo>
                                <a:pt x="1930016" y="909400"/>
                              </a:lnTo>
                              <a:lnTo>
                                <a:pt x="1926522" y="893518"/>
                              </a:lnTo>
                              <a:lnTo>
                                <a:pt x="1922394" y="877318"/>
                              </a:lnTo>
                              <a:lnTo>
                                <a:pt x="1917948" y="861754"/>
                              </a:lnTo>
                              <a:lnTo>
                                <a:pt x="1912867" y="845872"/>
                              </a:lnTo>
                              <a:lnTo>
                                <a:pt x="1907785" y="830625"/>
                              </a:lnTo>
                              <a:lnTo>
                                <a:pt x="1902704" y="814743"/>
                              </a:lnTo>
                              <a:lnTo>
                                <a:pt x="1896670" y="799497"/>
                              </a:lnTo>
                              <a:lnTo>
                                <a:pt x="1890636" y="784250"/>
                              </a:lnTo>
                              <a:lnTo>
                                <a:pt x="1883967" y="768686"/>
                              </a:lnTo>
                              <a:lnTo>
                                <a:pt x="1877298" y="753757"/>
                              </a:lnTo>
                              <a:lnTo>
                                <a:pt x="1870629" y="738510"/>
                              </a:lnTo>
                              <a:lnTo>
                                <a:pt x="1863325" y="723899"/>
                              </a:lnTo>
                              <a:lnTo>
                                <a:pt x="1855703" y="708970"/>
                              </a:lnTo>
                              <a:lnTo>
                                <a:pt x="1847763" y="694358"/>
                              </a:lnTo>
                              <a:lnTo>
                                <a:pt x="1839506" y="679747"/>
                              </a:lnTo>
                              <a:lnTo>
                                <a:pt x="1830932" y="665135"/>
                              </a:lnTo>
                              <a:lnTo>
                                <a:pt x="1822357" y="650524"/>
                              </a:lnTo>
                              <a:lnTo>
                                <a:pt x="1813147" y="636548"/>
                              </a:lnTo>
                              <a:lnTo>
                                <a:pt x="1803620" y="622572"/>
                              </a:lnTo>
                              <a:lnTo>
                                <a:pt x="1793775" y="608913"/>
                              </a:lnTo>
                              <a:lnTo>
                                <a:pt x="1783613" y="595255"/>
                              </a:lnTo>
                              <a:lnTo>
                                <a:pt x="1773450" y="581279"/>
                              </a:lnTo>
                              <a:lnTo>
                                <a:pt x="1762653" y="567938"/>
                              </a:lnTo>
                              <a:lnTo>
                                <a:pt x="1751855" y="554915"/>
                              </a:lnTo>
                              <a:lnTo>
                                <a:pt x="1740422" y="541892"/>
                              </a:lnTo>
                              <a:lnTo>
                                <a:pt x="1728672" y="528868"/>
                              </a:lnTo>
                              <a:lnTo>
                                <a:pt x="1716604" y="516481"/>
                              </a:lnTo>
                              <a:lnTo>
                                <a:pt x="1704536" y="503775"/>
                              </a:lnTo>
                              <a:lnTo>
                                <a:pt x="1694374" y="493611"/>
                              </a:lnTo>
                              <a:lnTo>
                                <a:pt x="1683576" y="483764"/>
                              </a:lnTo>
                              <a:lnTo>
                                <a:pt x="1673414" y="473917"/>
                              </a:lnTo>
                              <a:lnTo>
                                <a:pt x="1662298" y="464388"/>
                              </a:lnTo>
                              <a:lnTo>
                                <a:pt x="1651818" y="455176"/>
                              </a:lnTo>
                              <a:lnTo>
                                <a:pt x="1640703" y="445965"/>
                              </a:lnTo>
                              <a:lnTo>
                                <a:pt x="1629270" y="437071"/>
                              </a:lnTo>
                              <a:lnTo>
                                <a:pt x="1618155" y="428177"/>
                              </a:lnTo>
                              <a:lnTo>
                                <a:pt x="1607040" y="419918"/>
                              </a:lnTo>
                              <a:lnTo>
                                <a:pt x="1594972" y="411342"/>
                              </a:lnTo>
                              <a:lnTo>
                                <a:pt x="1583539" y="403401"/>
                              </a:lnTo>
                              <a:lnTo>
                                <a:pt x="1571789" y="395460"/>
                              </a:lnTo>
                              <a:lnTo>
                                <a:pt x="1559721" y="387519"/>
                              </a:lnTo>
                              <a:lnTo>
                                <a:pt x="1547971" y="380213"/>
                              </a:lnTo>
                              <a:lnTo>
                                <a:pt x="1535585" y="372590"/>
                              </a:lnTo>
                              <a:lnTo>
                                <a:pt x="1522882" y="365602"/>
                              </a:lnTo>
                              <a:lnTo>
                                <a:pt x="1510814" y="358296"/>
                              </a:lnTo>
                              <a:lnTo>
                                <a:pt x="1498111" y="351626"/>
                              </a:lnTo>
                              <a:lnTo>
                                <a:pt x="1485726" y="345591"/>
                              </a:lnTo>
                              <a:lnTo>
                                <a:pt x="1472705" y="339238"/>
                              </a:lnTo>
                              <a:lnTo>
                                <a:pt x="1460002" y="332885"/>
                              </a:lnTo>
                              <a:lnTo>
                                <a:pt x="1446981" y="326850"/>
                              </a:lnTo>
                              <a:lnTo>
                                <a:pt x="1433961" y="321450"/>
                              </a:lnTo>
                              <a:lnTo>
                                <a:pt x="1420622" y="316051"/>
                              </a:lnTo>
                              <a:lnTo>
                                <a:pt x="1407284" y="310651"/>
                              </a:lnTo>
                              <a:lnTo>
                                <a:pt x="1394263" y="305568"/>
                              </a:lnTo>
                              <a:lnTo>
                                <a:pt x="1380608" y="300804"/>
                              </a:lnTo>
                              <a:lnTo>
                                <a:pt x="1367269" y="296674"/>
                              </a:lnTo>
                              <a:lnTo>
                                <a:pt x="1353614" y="292228"/>
                              </a:lnTo>
                              <a:lnTo>
                                <a:pt x="1339958" y="288416"/>
                              </a:lnTo>
                              <a:lnTo>
                                <a:pt x="1326302" y="284287"/>
                              </a:lnTo>
                              <a:lnTo>
                                <a:pt x="1312329" y="280793"/>
                              </a:lnTo>
                              <a:lnTo>
                                <a:pt x="1286287" y="274440"/>
                              </a:lnTo>
                              <a:lnTo>
                                <a:pt x="1259928" y="269358"/>
                              </a:lnTo>
                              <a:lnTo>
                                <a:pt x="1234205" y="264593"/>
                              </a:lnTo>
                              <a:lnTo>
                                <a:pt x="1207528" y="261099"/>
                              </a:lnTo>
                              <a:lnTo>
                                <a:pt x="1181169" y="258558"/>
                              </a:lnTo>
                              <a:lnTo>
                                <a:pt x="1155446" y="256334"/>
                              </a:lnTo>
                              <a:lnTo>
                                <a:pt x="1129087" y="255381"/>
                              </a:lnTo>
                              <a:lnTo>
                                <a:pt x="1102410" y="254746"/>
                              </a:lnTo>
                              <a:lnTo>
                                <a:pt x="1076687" y="255699"/>
                              </a:lnTo>
                              <a:lnTo>
                                <a:pt x="1050328" y="256970"/>
                              </a:lnTo>
                              <a:lnTo>
                                <a:pt x="1024286" y="258875"/>
                              </a:lnTo>
                              <a:lnTo>
                                <a:pt x="998245" y="261417"/>
                              </a:lnTo>
                              <a:lnTo>
                                <a:pt x="972204" y="265546"/>
                              </a:lnTo>
                              <a:lnTo>
                                <a:pt x="946798" y="269993"/>
                              </a:lnTo>
                              <a:lnTo>
                                <a:pt x="921074" y="275075"/>
                              </a:lnTo>
                              <a:lnTo>
                                <a:pt x="895350" y="280793"/>
                              </a:lnTo>
                              <a:lnTo>
                                <a:pt x="947750" y="62257"/>
                              </a:lnTo>
                              <a:lnTo>
                                <a:pt x="960453" y="9847"/>
                              </a:lnTo>
                              <a:lnTo>
                                <a:pt x="986177" y="6670"/>
                              </a:lnTo>
                              <a:lnTo>
                                <a:pt x="1011583" y="4129"/>
                              </a:lnTo>
                              <a:lnTo>
                                <a:pt x="1037625" y="2541"/>
                              </a:lnTo>
                              <a:lnTo>
                                <a:pt x="1063666" y="953"/>
                              </a:lnTo>
                              <a:lnTo>
                                <a:pt x="1089072" y="635"/>
                              </a:lnTo>
                              <a:lnTo>
                                <a:pt x="11151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96.4pt;margin-top:6.2pt;height:9.85pt;width:9.3pt;z-index:251681792;v-text-anchor:middle;mso-width-relative:page;mso-height-relative:page;" fillcolor="#FFFFFF" filled="t" stroked="f" coordsize="2208213,2209801" o:gfxdata="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" path="m1288552,590550l1298410,590868,1307950,592138,1313039,593408,1317809,594678,1322579,596265,1326713,598170,1331483,600075,1335935,601980,1340705,604520,1344522,607060,1348974,610235,1352790,613410,1356924,616585,1360740,620078,1371870,631190,1375368,635000,1378867,639128,1382047,642938,1384909,647383,1387453,651510,1389997,655955,1392223,660718,1394131,664845,1395721,669608,1397311,674370,1398901,679133,1399855,683895,1401445,693738,1401763,703580,1401445,713105,1399855,722948,1398901,727710,1397311,732155,1395721,736918,1394131,741680,1392223,746443,1389997,750888,1387453,755015,1384909,759460,1382047,763905,1378867,767715,1375368,771525,1371870,775653,1123823,1022668,1123823,1030605,1123505,1038543,1122551,1046480,1121279,1053783,1120007,1061720,1117781,1069340,1115555,1076643,1112693,1084263,1109513,1091565,1106333,1098868,1102517,1105853,1098064,1112520,1093930,1119188,1088842,1125855,1083118,1132205,1077712,1138238,1071352,1143953,1064992,1149033,1058631,1154113,1051953,1158558,1045275,1163003,1038279,1166813,1031283,1169988,1023650,1173163,1023650,1562101,1023650,1567816,1022378,1573848,1021424,1579246,1019198,1584961,1016654,1590041,1013792,1594803,1010294,1599566,1006796,1603376,1002344,1607186,997892,1610361,993439,1613536,988033,1616076,982627,1617981,977221,1619568,971179,1620203,965455,1620838,959413,1620203,953370,1619568,947964,1617981,942558,1616076,937470,1613536,932700,1610361,927930,1607186,923795,1603376,919979,1599566,916799,1594803,913619,1590041,911393,1584961,909485,1579246,907895,1573848,906941,1567816,906623,1562101,906623,1173163,899627,1169988,892313,1166813,885316,1163003,878638,1158558,871960,1154113,865282,1149033,858922,1143953,852879,1138238,847473,1132205,842385,1125855,837297,1119505,832845,1113473,828393,1106488,824577,1099503,821397,1092835,818216,1085850,815354,1078230,813128,1071245,811220,1063625,809630,1056323,808040,1048703,807086,1041400,806768,1033463,806450,1025843,806768,1018540,807086,1010920,808040,1002983,809630,995680,811220,988060,813128,981075,815354,973455,818216,966470,821397,959485,824577,952183,828393,945515,832845,938848,837297,932180,842385,925830,847473,920115,852879,914083,859240,908368,865282,902653,871960,897890,878638,893445,885316,889000,892313,885508,899627,882015,906941,878840,914573,875983,921887,873760,929520,872173,936834,870585,944784,869315,952734,868363,960685,868045,967999,867728,1216364,620078,1219862,616585,1223996,613410,1228130,610235,1232264,607060,1236398,604520,1240851,601980,1245621,599758,1250073,597535,1254843,596265,1259295,594678,1264065,593408,1268835,592138,1278694,590868,1288552,590550xm799395,26988l618825,785302,426196,592785,414454,608987,403030,625189,392240,641708,381450,658228,371295,674748,361775,691585,352254,709058,343369,726213,336387,741144,329088,756393,322741,771642,316711,786573,310365,801822,304652,817706,299257,832955,294180,848839,289420,864723,284977,880290,280851,896174,276726,912376,273235,927942,270062,944144,267523,960346,264667,976548,262128,992433,260224,1008634,258637,1024836,257050,1041038,256098,1057240,255464,1073760,254829,1089962,254829,1105846,254829,1122683,255464,1138568,256416,1155087,257050,1171289,258637,1187491,260224,1203693,262128,1219895,264667,1236097,267523,1251981,270379,1268183,273552,1284385,277361,1300269,281169,1316153,284977,1332038,289737,1347922,294497,1363488,299575,1379373,305287,1394622,310682,1410188,317029,1425437,323376,1440686,330040,1456252,337022,1471184,344003,1486115,351620,1501046,359553,1515660,367804,1530273,376373,1544887,384941,1558865,394461,1573161,403982,1587139,413819,1601117,423657,1614777,434130,1628120,444919,1641780,455709,1655123,466816,1668148,478558,1680856,490300,1693563,502676,1706270,512832,1716119,522987,1725967,533776,1735497,544249,1744710,555039,1753923,565511,1762818,587725,1780291,609939,1796811,633106,1812695,656589,1827626,680073,1841604,704509,1854629,728944,1867337,753697,1878774,778768,1889257,804155,1899741,829543,1908636,855566,1916896,881906,1923885,908245,1930556,934585,1936592,961242,1941357,988217,1945805,1014874,1948982,1042165,1951206,1068823,1952794,1095797,1953112,1123089,1953112,1150063,1951841,1177355,1950253,1204012,1947711,1231304,1944217,1257961,1939451,1284618,1934368,1311275,1928015,1258913,2147853,1246219,2200588,1220514,2203130,1195126,2205989,1169104,2207895,1143082,2209166,1117694,2209801,1091672,2209801,1065649,2209483,1039627,2208530,1013287,2206307,987265,2204083,961242,2201224,935537,2197411,909832,2193282,883810,2188199,857787,2182798,832400,2176762,832717,2174856,814946,2170091,797808,2165325,780037,2160242,762583,2154842,745446,2149441,727992,2143087,710856,2136734,693719,2130380,676900,2123391,660080,2116084,642943,2108777,626441,2100835,609939,2092893,593437,2084633,577253,2076056,561385,2067478,545201,2057948,529016,2048417,513149,2038887,497916,2028721,482049,2018555,466816,2007754,451901,1996952,436668,1985833,422070,1974397,407155,1962642,392557,1950888,378277,1938498,364313,1926109,350033,1913083,336387,1900058,322424,1886716,305604,1869243,289420,1852088,273235,1833980,258002,1815554,242452,1797446,228172,1779020,213891,1760277,200245,1741216,187234,1721837,174223,1702141,161846,1682444,150105,1662748,138363,1642734,127573,1622402,117101,1602388,106946,1581420,97425,1560453,87905,1539486,79336,1518836,71085,1497551,63152,1476267,56170,1454664,49189,1432744,42842,1411141,36495,1389539,31100,1367618,25705,1345380,21262,1323460,17137,1301222,13328,1278984,10155,1256746,7299,1234508,5077,1211953,2856,1189397,1587,1167159,317,1144604,0,1122048,0,1099810,0,1077254,635,1054699,2221,1032461,3808,1009905,5712,987350,8568,965429,11742,942874,14915,920636,19041,898398,23484,876478,28244,854240,33639,832319,39351,810717,45380,788479,52045,766876,59344,745591,66643,723989,74894,702704,83145,681737,92348,660452,101868,639802,111706,619153,121861,598821,132333,578171,143758,558157,155182,538143,165337,521623,175810,505422,186282,489220,197389,473018,208814,457451,220238,441567,231980,425683,244039,410434,41255,207115,799395,26988xm1115113,0l1141155,953,1167196,1906,1193555,3494,1219596,6035,1245320,9212,1271044,12706,1297085,17152,1323126,21599,1348532,27317,1374574,33670,1392676,38434,1410460,42881,1428244,48599,1445711,53999,1463495,60034,1480962,66387,1498746,72422,1515578,79092,1532727,86398,1549876,93703,1566708,101327,1583222,109585,1600053,117526,1616250,126103,1632764,134679,1648960,143890,1665157,152784,1681035,162631,1696597,172478,1712158,182325,1727402,193124,1742645,203606,1757572,214406,1772498,225206,1787106,236641,1801715,248711,1816323,260464,1830614,272534,1844270,284922,1857926,297310,1871582,310333,1884920,323356,1901751,340826,1918265,358296,1934144,376084,1949706,394190,1964632,412295,1979240,431036,1993531,449776,2007187,468835,2020525,487893,2033228,507587,2045931,527280,2057682,546974,2069114,567303,2080230,587314,2090710,607643,2100555,628607,2110399,648936,2119609,670218,2128184,691182,2136441,712464,2144380,733745,2151684,755345,2158354,776627,2165023,798544,2171057,820461,2176455,842378,2181537,863977,2186300,886530,2190429,908447,2194240,930681,2197416,952916,2200591,975151,2202814,997703,2204402,1019938,2205990,1042490,2207260,1065043,2207578,1087277,2208213,1109830,2207578,1132382,2206943,1154617,2205673,1177169,2203767,1199721,2201862,1221956,2199003,1244508,2195828,1267061,2192652,1288978,2188841,1310895,2184077,1333447,2179314,1355047,2173915,1377281,2168198,1399198,2162165,1420798,2155178,1442397,2148191,1464314,2140887,1485596,2132630,1506878,2124055,1527842,2115163,1548806,2105636,1569770,2095791,1590735,2085628,1611063,2075148,1631710,2063716,1651721,2052283,1671732,2041803,1687932,2031640,1704449,2021160,1720649,2010045,1736848,1998930,1752413,1987180,1768295,1975429,1783541,1963044,1798788,2166293,2002394,1407602,2182813,1588303,1424292,1780755,1616463,1792823,1600899,1804255,1584699,1815053,1568182,1825851,1551665,1836013,1534830,1845540,1517678,1855068,1500525,1863960,1483055,1870946,1468126,1878251,1453197,1884602,1438268,1891271,1422704,1896988,1407457,1902704,1392210,1908103,1376328,1913184,1360764,1917948,1344882,1922712,1329000,1926522,1313436,1930651,1297554,1934144,1281354,1937320,1265473,1940496,1249591,1942719,1233391,1944942,1217191,1947165,1200992,1949070,1184475,1950341,1168593,1951293,1152393,1952246,1135876,1952564,1119676,1952564,1103477,1952564,1086960,1952246,1070760,1951293,1054560,1950341,1038043,1948753,1021844,1947165,1005962,1944942,989762,1942719,973563,1939861,957363,1937320,941163,1933509,925599,1930016,909400,1926522,893518,1922394,877318,1917948,861754,1912867,845872,1907785,830625,1902704,814743,1896670,799497,1890636,784250,1883967,768686,1877298,753757,1870629,738510,1863325,723899,1855703,708970,1847763,694358,1839506,679747,1830932,665135,1822357,650524,1813147,636548,1803620,622572,1793775,608913,1783613,595255,1773450,581279,1762653,567938,1751855,554915,1740422,541892,1728672,528868,1716604,516481,1704536,503775,1694374,493611,1683576,483764,1673414,473917,1662298,464388,1651818,455176,1640703,445965,1629270,437071,1618155,428177,1607040,419918,1594972,411342,1583539,403401,1571789,395460,1559721,387519,1547971,380213,1535585,372590,1522882,365602,1510814,358296,1498111,351626,1485726,345591,1472705,339238,1460002,332885,1446981,326850,1433961,321450,1420622,316051,1407284,310651,1394263,305568,1380608,300804,1367269,296674,1353614,292228,1339958,288416,1326302,284287,1312329,280793,1286287,274440,1259928,269358,1234205,264593,1207528,261099,1181169,258558,1155446,256334,1129087,255381,1102410,254746,1076687,255699,1050328,256970,1024286,258875,998245,261417,972204,265546,946798,269993,921074,275075,895350,280793,947750,62257,960453,9847,986177,6670,1011583,4129,1037625,2541,1063666,953,1089072,635,1115113,0xe">
                <v:path o:connectlocs="62039,29625;64137,32011;64548,35512;63301,37852;51048,53625;48231,56755;46617,78060;43990,79036;41965,77068;39632,55826;37519,52277;37431,48218;39353,44608;42890,42562;57050,29501;28554,38323;15184,36912;12607,45284;11758,53966;12622,62679;15228,71066;19548,78802;25112,85143;35934,92197;49317,95298;57503,107390;44353,107421;34396,104894;25903,100894;18113,95205;10528,86817;4495,76151;981,64586;0,52571;1552,40617;5622,29223;11260,20029;61052,1054;70723,4216;79002,8897;86359,15144;93817,24770;98946,35807;101540,47588;101599,59632;99122,71459;94213,82372;82168,78884;86959,70188;89392,61756;90095,53044;89055,44379;86315,36040;81831,28366;76218,22213;70269,17841;63704,14679;53314,12509;43731,3038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63500</wp:posOffset>
                </wp:positionV>
                <wp:extent cx="170815" cy="172085"/>
                <wp:effectExtent l="0" t="0" r="635" b="18415"/>
                <wp:wrapNone/>
                <wp:docPr id="49" name="椭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15" cy="172085"/>
                        </a:xfrm>
                        <a:prstGeom prst="ellipse">
                          <a:avLst/>
                        </a:prstGeom>
                        <a:solidFill>
                          <a:schemeClr val="accent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4.3pt;margin-top:5pt;height:13.55pt;width:13.45pt;z-index:251680768;v-text-anchor:middle;mso-width-relative:page;mso-height-relative:page;" fillcolor="#4472C4 [3208]" filled="t" stroked="f" coordsize="21600,21600" o:gfxdata="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1DAmDW&#10;AAAACQEAAA8AAAAAAAAAAQAgAAAAIgAAAGRycy9kb3ducmV2LnhtbFBLAQIUABQAAAAIAIdO4kDm&#10;ituA6QEAAMEDAAAOAAAAAAAAAAEAIAAAACUBAABkcnMvZTJvRG9jLnhtbFBLBQYAAAAABgAGAFkB&#10;AACABQAAAAA=&#10;">
                <v:fill on="t" focussize="0,0"/>
                <v:stroke on="f" weight="2pt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ge">
                  <wp:posOffset>1485265</wp:posOffset>
                </wp:positionV>
                <wp:extent cx="5640705" cy="440055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0705" cy="440055"/>
                          <a:chOff x="-11430" y="-36195"/>
                          <a:chExt cx="5640705" cy="387350"/>
                        </a:xfrm>
                      </wpg:grpSpPr>
                      <wps:wsp>
                        <wps:cNvPr id="8" name="文本框 8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0"/>
                            <a:ext cx="558165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739E6CDB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Cs w:val="21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Freeform 31"/>
                        <wps:cNvSpPr>
                          <a:spLocks noChangeAspect="1" noEditPoints="1"/>
                        </wps:cNvSpPr>
                        <wps:spPr bwMode="auto">
                          <a:xfrm>
                            <a:off x="-11430" y="207010"/>
                            <a:ext cx="154940" cy="144145"/>
                          </a:xfrm>
                          <a:custGeom>
                            <a:avLst/>
                            <a:gdLst>
                              <a:gd name="T0" fmla="*/ 118 w 123"/>
                              <a:gd name="T1" fmla="*/ 102 h 114"/>
                              <a:gd name="T2" fmla="*/ 112 w 123"/>
                              <a:gd name="T3" fmla="*/ 82 h 114"/>
                              <a:gd name="T4" fmla="*/ 88 w 123"/>
                              <a:gd name="T5" fmla="*/ 78 h 114"/>
                              <a:gd name="T6" fmla="*/ 60 w 123"/>
                              <a:gd name="T7" fmla="*/ 67 h 114"/>
                              <a:gd name="T8" fmla="*/ 47 w 123"/>
                              <a:gd name="T9" fmla="*/ 36 h 114"/>
                              <a:gd name="T10" fmla="*/ 43 w 123"/>
                              <a:gd name="T11" fmla="*/ 13 h 114"/>
                              <a:gd name="T12" fmla="*/ 19 w 123"/>
                              <a:gd name="T13" fmla="*/ 8 h 114"/>
                              <a:gd name="T14" fmla="*/ 41 w 123"/>
                              <a:gd name="T15" fmla="*/ 74 h 114"/>
                              <a:gd name="T16" fmla="*/ 41 w 123"/>
                              <a:gd name="T17" fmla="*/ 74 h 114"/>
                              <a:gd name="T18" fmla="*/ 75 w 123"/>
                              <a:gd name="T19" fmla="*/ 103 h 114"/>
                              <a:gd name="T20" fmla="*/ 82 w 123"/>
                              <a:gd name="T21" fmla="*/ 107 h 114"/>
                              <a:gd name="T22" fmla="*/ 111 w 123"/>
                              <a:gd name="T23" fmla="*/ 110 h 114"/>
                              <a:gd name="T24" fmla="*/ 118 w 123"/>
                              <a:gd name="T25" fmla="*/ 102 h 114"/>
                              <a:gd name="T26" fmla="*/ 118 w 123"/>
                              <a:gd name="T27" fmla="*/ 102 h 114"/>
                              <a:gd name="T28" fmla="*/ 118 w 123"/>
                              <a:gd name="T29" fmla="*/ 102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3" h="114">
                                <a:moveTo>
                                  <a:pt x="118" y="102"/>
                                </a:moveTo>
                                <a:cubicBezTo>
                                  <a:pt x="123" y="94"/>
                                  <a:pt x="120" y="88"/>
                                  <a:pt x="112" y="82"/>
                                </a:cubicBezTo>
                                <a:cubicBezTo>
                                  <a:pt x="103" y="75"/>
                                  <a:pt x="94" y="70"/>
                                  <a:pt x="88" y="78"/>
                                </a:cubicBezTo>
                                <a:cubicBezTo>
                                  <a:pt x="88" y="78"/>
                                  <a:pt x="81" y="86"/>
                                  <a:pt x="60" y="67"/>
                                </a:cubicBezTo>
                                <a:cubicBezTo>
                                  <a:pt x="37" y="44"/>
                                  <a:pt x="47" y="36"/>
                                  <a:pt x="47" y="36"/>
                                </a:cubicBezTo>
                                <a:cubicBezTo>
                                  <a:pt x="55" y="28"/>
                                  <a:pt x="50" y="22"/>
                                  <a:pt x="43" y="13"/>
                                </a:cubicBezTo>
                                <a:cubicBezTo>
                                  <a:pt x="36" y="3"/>
                                  <a:pt x="29" y="0"/>
                                  <a:pt x="19" y="8"/>
                                </a:cubicBezTo>
                                <a:cubicBezTo>
                                  <a:pt x="0" y="24"/>
                                  <a:pt x="27" y="60"/>
                                  <a:pt x="41" y="74"/>
                                </a:cubicBezTo>
                                <a:cubicBezTo>
                                  <a:pt x="41" y="74"/>
                                  <a:pt x="41" y="74"/>
                                  <a:pt x="41" y="74"/>
                                </a:cubicBezTo>
                                <a:cubicBezTo>
                                  <a:pt x="41" y="74"/>
                                  <a:pt x="61" y="96"/>
                                  <a:pt x="75" y="103"/>
                                </a:cubicBezTo>
                                <a:cubicBezTo>
                                  <a:pt x="82" y="107"/>
                                  <a:pt x="82" y="107"/>
                                  <a:pt x="82" y="107"/>
                                </a:cubicBezTo>
                                <a:cubicBezTo>
                                  <a:pt x="92" y="112"/>
                                  <a:pt x="103" y="114"/>
                                  <a:pt x="111" y="110"/>
                                </a:cubicBezTo>
                                <a:cubicBezTo>
                                  <a:pt x="111" y="110"/>
                                  <a:pt x="115" y="108"/>
                                  <a:pt x="118" y="102"/>
                                </a:cubicBezTo>
                                <a:close/>
                                <a:moveTo>
                                  <a:pt x="118" y="102"/>
                                </a:moveTo>
                                <a:cubicBezTo>
                                  <a:pt x="118" y="102"/>
                                  <a:pt x="118" y="102"/>
                                  <a:pt x="118" y="102"/>
                                </a:cubicBezTo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2" name="Freeform 64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1203960" y="202475"/>
                            <a:ext cx="120650" cy="144208"/>
                          </a:xfrm>
                          <a:custGeom>
                            <a:avLst/>
                            <a:gdLst>
                              <a:gd name="T0" fmla="*/ 50 w 99"/>
                              <a:gd name="T1" fmla="*/ 0 h 126"/>
                              <a:gd name="T2" fmla="*/ 0 w 99"/>
                              <a:gd name="T3" fmla="*/ 50 h 126"/>
                              <a:gd name="T4" fmla="*/ 46 w 99"/>
                              <a:gd name="T5" fmla="*/ 125 h 126"/>
                              <a:gd name="T6" fmla="*/ 50 w 99"/>
                              <a:gd name="T7" fmla="*/ 126 h 126"/>
                              <a:gd name="T8" fmla="*/ 50 w 99"/>
                              <a:gd name="T9" fmla="*/ 126 h 126"/>
                              <a:gd name="T10" fmla="*/ 53 w 99"/>
                              <a:gd name="T11" fmla="*/ 125 h 126"/>
                              <a:gd name="T12" fmla="*/ 68 w 99"/>
                              <a:gd name="T13" fmla="*/ 107 h 126"/>
                              <a:gd name="T14" fmla="*/ 99 w 99"/>
                              <a:gd name="T15" fmla="*/ 50 h 126"/>
                              <a:gd name="T16" fmla="*/ 50 w 99"/>
                              <a:gd name="T17" fmla="*/ 0 h 126"/>
                              <a:gd name="T18" fmla="*/ 50 w 99"/>
                              <a:gd name="T19" fmla="*/ 72 h 126"/>
                              <a:gd name="T20" fmla="*/ 27 w 99"/>
                              <a:gd name="T21" fmla="*/ 50 h 126"/>
                              <a:gd name="T22" fmla="*/ 50 w 99"/>
                              <a:gd name="T23" fmla="*/ 27 h 126"/>
                              <a:gd name="T24" fmla="*/ 72 w 99"/>
                              <a:gd name="T25" fmla="*/ 50 h 126"/>
                              <a:gd name="T26" fmla="*/ 50 w 99"/>
                              <a:gd name="T27" fmla="*/ 72 h 126"/>
                              <a:gd name="T28" fmla="*/ 50 w 99"/>
                              <a:gd name="T29" fmla="*/ 72 h 126"/>
                              <a:gd name="T30" fmla="*/ 50 w 99"/>
                              <a:gd name="T31" fmla="*/ 72 h 1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99" h="126">
                                <a:moveTo>
                                  <a:pt x="50" y="0"/>
                                </a:moveTo>
                                <a:cubicBezTo>
                                  <a:pt x="22" y="0"/>
                                  <a:pt x="0" y="22"/>
                                  <a:pt x="0" y="50"/>
                                </a:cubicBezTo>
                                <a:cubicBezTo>
                                  <a:pt x="0" y="76"/>
                                  <a:pt x="44" y="123"/>
                                  <a:pt x="46" y="125"/>
                                </a:cubicBezTo>
                                <a:cubicBezTo>
                                  <a:pt x="47" y="126"/>
                                  <a:pt x="48" y="126"/>
                                  <a:pt x="50" y="126"/>
                                </a:cubicBezTo>
                                <a:cubicBezTo>
                                  <a:pt x="50" y="126"/>
                                  <a:pt x="50" y="126"/>
                                  <a:pt x="50" y="126"/>
                                </a:cubicBezTo>
                                <a:cubicBezTo>
                                  <a:pt x="51" y="126"/>
                                  <a:pt x="52" y="126"/>
                                  <a:pt x="53" y="125"/>
                                </a:cubicBezTo>
                                <a:cubicBezTo>
                                  <a:pt x="68" y="107"/>
                                  <a:pt x="68" y="107"/>
                                  <a:pt x="68" y="107"/>
                                </a:cubicBezTo>
                                <a:cubicBezTo>
                                  <a:pt x="89" y="82"/>
                                  <a:pt x="99" y="63"/>
                                  <a:pt x="99" y="50"/>
                                </a:cubicBezTo>
                                <a:cubicBezTo>
                                  <a:pt x="99" y="22"/>
                                  <a:pt x="77" y="0"/>
                                  <a:pt x="50" y="0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37" y="72"/>
                                  <a:pt x="27" y="62"/>
                                  <a:pt x="27" y="50"/>
                                </a:cubicBezTo>
                                <a:cubicBezTo>
                                  <a:pt x="27" y="37"/>
                                  <a:pt x="37" y="27"/>
                                  <a:pt x="50" y="27"/>
                                </a:cubicBezTo>
                                <a:cubicBezTo>
                                  <a:pt x="62" y="27"/>
                                  <a:pt x="72" y="37"/>
                                  <a:pt x="72" y="50"/>
                                </a:cubicBezTo>
                                <a:cubicBezTo>
                                  <a:pt x="72" y="62"/>
                                  <a:pt x="62" y="72"/>
                                  <a:pt x="50" y="72"/>
                                </a:cubicBezTo>
                                <a:close/>
                                <a:moveTo>
                                  <a:pt x="50" y="72"/>
                                </a:moveTo>
                                <a:cubicBezTo>
                                  <a:pt x="50" y="72"/>
                                  <a:pt x="50" y="72"/>
                                  <a:pt x="50" y="72"/>
                                </a:cubicBezTo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4" name="Freeform 101"/>
                        <wps:cNvSpPr>
                          <a:spLocks noChangeAspect="1" noEditPoints="1"/>
                        </wps:cNvSpPr>
                        <wps:spPr bwMode="auto">
                          <a:xfrm>
                            <a:off x="0" y="-36195"/>
                            <a:ext cx="116840" cy="144145"/>
                          </a:xfrm>
                          <a:custGeom>
                            <a:avLst/>
                            <a:gdLst>
                              <a:gd name="T0" fmla="*/ 61 w 122"/>
                              <a:gd name="T1" fmla="*/ 0 h 150"/>
                              <a:gd name="T2" fmla="*/ 99 w 122"/>
                              <a:gd name="T3" fmla="*/ 38 h 150"/>
                              <a:gd name="T4" fmla="*/ 61 w 122"/>
                              <a:gd name="T5" fmla="*/ 75 h 150"/>
                              <a:gd name="T6" fmla="*/ 23 w 122"/>
                              <a:gd name="T7" fmla="*/ 38 h 150"/>
                              <a:gd name="T8" fmla="*/ 61 w 122"/>
                              <a:gd name="T9" fmla="*/ 0 h 150"/>
                              <a:gd name="T10" fmla="*/ 92 w 122"/>
                              <a:gd name="T11" fmla="*/ 79 h 150"/>
                              <a:gd name="T12" fmla="*/ 60 w 122"/>
                              <a:gd name="T13" fmla="*/ 86 h 150"/>
                              <a:gd name="T14" fmla="*/ 29 w 122"/>
                              <a:gd name="T15" fmla="*/ 78 h 150"/>
                              <a:gd name="T16" fmla="*/ 0 w 122"/>
                              <a:gd name="T17" fmla="*/ 121 h 150"/>
                              <a:gd name="T18" fmla="*/ 61 w 122"/>
                              <a:gd name="T19" fmla="*/ 150 h 150"/>
                              <a:gd name="T20" fmla="*/ 122 w 122"/>
                              <a:gd name="T21" fmla="*/ 121 h 150"/>
                              <a:gd name="T22" fmla="*/ 92 w 122"/>
                              <a:gd name="T23" fmla="*/ 79 h 150"/>
                              <a:gd name="T24" fmla="*/ 92 w 122"/>
                              <a:gd name="T25" fmla="*/ 79 h 150"/>
                              <a:gd name="T26" fmla="*/ 92 w 122"/>
                              <a:gd name="T27" fmla="*/ 79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2" h="150">
                                <a:moveTo>
                                  <a:pt x="61" y="0"/>
                                </a:moveTo>
                                <a:cubicBezTo>
                                  <a:pt x="82" y="0"/>
                                  <a:pt x="99" y="17"/>
                                  <a:pt x="99" y="38"/>
                                </a:cubicBezTo>
                                <a:cubicBezTo>
                                  <a:pt x="99" y="58"/>
                                  <a:pt x="82" y="75"/>
                                  <a:pt x="61" y="75"/>
                                </a:cubicBezTo>
                                <a:cubicBezTo>
                                  <a:pt x="40" y="75"/>
                                  <a:pt x="23" y="58"/>
                                  <a:pt x="23" y="38"/>
                                </a:cubicBezTo>
                                <a:cubicBezTo>
                                  <a:pt x="23" y="17"/>
                                  <a:pt x="40" y="0"/>
                                  <a:pt x="61" y="0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84" y="83"/>
                                  <a:pt x="72" y="86"/>
                                  <a:pt x="60" y="86"/>
                                </a:cubicBezTo>
                                <a:cubicBezTo>
                                  <a:pt x="47" y="86"/>
                                  <a:pt x="37" y="83"/>
                                  <a:pt x="29" y="78"/>
                                </a:cubicBezTo>
                                <a:cubicBezTo>
                                  <a:pt x="12" y="90"/>
                                  <a:pt x="0" y="110"/>
                                  <a:pt x="0" y="121"/>
                                </a:cubicBezTo>
                                <a:cubicBezTo>
                                  <a:pt x="0" y="139"/>
                                  <a:pt x="28" y="150"/>
                                  <a:pt x="61" y="150"/>
                                </a:cubicBezTo>
                                <a:cubicBezTo>
                                  <a:pt x="95" y="150"/>
                                  <a:pt x="122" y="139"/>
                                  <a:pt x="122" y="121"/>
                                </a:cubicBezTo>
                                <a:cubicBezTo>
                                  <a:pt x="122" y="110"/>
                                  <a:pt x="110" y="90"/>
                                  <a:pt x="92" y="79"/>
                                </a:cubicBezTo>
                                <a:close/>
                                <a:moveTo>
                                  <a:pt x="92" y="79"/>
                                </a:moveTo>
                                <a:cubicBezTo>
                                  <a:pt x="92" y="79"/>
                                  <a:pt x="92" y="79"/>
                                  <a:pt x="92" y="79"/>
                                </a:cubicBezTo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3" name="AutoShape 842"/>
                        <wps:cNvSpPr>
                          <a:spLocks noChangeAspect="1"/>
                        </wps:cNvSpPr>
                        <wps:spPr bwMode="auto">
                          <a:xfrm>
                            <a:off x="2609850" y="233217"/>
                            <a:ext cx="137160" cy="108436"/>
                          </a:xfrm>
                          <a:custGeom>
                            <a:avLst/>
                            <a:gdLst>
                              <a:gd name="T0" fmla="*/ 0 w 606559"/>
                              <a:gd name="T1" fmla="*/ 407 h 436964"/>
                              <a:gd name="T2" fmla="*/ 851 w 606559"/>
                              <a:gd name="T3" fmla="*/ 1029 h 436964"/>
                              <a:gd name="T4" fmla="*/ 1739 w 606559"/>
                              <a:gd name="T5" fmla="*/ 412 h 436964"/>
                              <a:gd name="T6" fmla="*/ 1739 w 606559"/>
                              <a:gd name="T7" fmla="*/ 1517 h 436964"/>
                              <a:gd name="T8" fmla="*/ 1538 w 606559"/>
                              <a:gd name="T9" fmla="*/ 1807 h 436964"/>
                              <a:gd name="T10" fmla="*/ 200 w 606559"/>
                              <a:gd name="T11" fmla="*/ 1807 h 436964"/>
                              <a:gd name="T12" fmla="*/ 0 w 606559"/>
                              <a:gd name="T13" fmla="*/ 1517 h 436964"/>
                              <a:gd name="T14" fmla="*/ 0 w 606559"/>
                              <a:gd name="T15" fmla="*/ 407 h 436964"/>
                              <a:gd name="T16" fmla="*/ 200 w 606559"/>
                              <a:gd name="T17" fmla="*/ 0 h 436964"/>
                              <a:gd name="T18" fmla="*/ 1538 w 606559"/>
                              <a:gd name="T19" fmla="*/ 0 h 436964"/>
                              <a:gd name="T20" fmla="*/ 1739 w 606559"/>
                              <a:gd name="T21" fmla="*/ 289 h 436964"/>
                              <a:gd name="T22" fmla="*/ 1739 w 606559"/>
                              <a:gd name="T23" fmla="*/ 341 h 436964"/>
                              <a:gd name="T24" fmla="*/ 851 w 606559"/>
                              <a:gd name="T25" fmla="*/ 957 h 436964"/>
                              <a:gd name="T26" fmla="*/ 0 w 606559"/>
                              <a:gd name="T27" fmla="*/ 336 h 436964"/>
                              <a:gd name="T28" fmla="*/ 0 w 606559"/>
                              <a:gd name="T29" fmla="*/ 289 h 436964"/>
                              <a:gd name="T30" fmla="*/ 200 w 606559"/>
                              <a:gd name="T31" fmla="*/ 0 h 436964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</a:gdLst>
                            <a:ahLst/>
                            <a:cxnLst>
                              <a:cxn ang="T32">
                                <a:pos x="T0" y="T1"/>
                              </a:cxn>
                              <a:cxn ang="T33">
                                <a:pos x="T2" y="T3"/>
                              </a:cxn>
                              <a:cxn ang="T34">
                                <a:pos x="T4" y="T5"/>
                              </a:cxn>
                              <a:cxn ang="T35">
                                <a:pos x="T6" y="T7"/>
                              </a:cxn>
                              <a:cxn ang="T36">
                                <a:pos x="T8" y="T9"/>
                              </a:cxn>
                              <a:cxn ang="T37">
                                <a:pos x="T10" y="T11"/>
                              </a:cxn>
                              <a:cxn ang="T38">
                                <a:pos x="T12" y="T13"/>
                              </a:cxn>
                              <a:cxn ang="T39">
                                <a:pos x="T14" y="T15"/>
                              </a:cxn>
                              <a:cxn ang="T40">
                                <a:pos x="T16" y="T17"/>
                              </a:cxn>
                              <a:cxn ang="T41">
                                <a:pos x="T18" y="T19"/>
                              </a:cxn>
                              <a:cxn ang="T42">
                                <a:pos x="T20" y="T21"/>
                              </a:cxn>
                              <a:cxn ang="T43">
                                <a:pos x="T22" y="T23"/>
                              </a:cxn>
                              <a:cxn ang="T44">
                                <a:pos x="T24" y="T25"/>
                              </a:cxn>
                              <a:cxn ang="T45">
                                <a:pos x="T26" y="T27"/>
                              </a:cxn>
                              <a:cxn ang="T46">
                                <a:pos x="T28" y="T29"/>
                              </a:cxn>
                              <a:cxn ang="T47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06559" h="436964">
                                <a:moveTo>
                                  <a:pt x="0" y="98549"/>
                                </a:moveTo>
                                <a:lnTo>
                                  <a:pt x="296815" y="248835"/>
                                </a:lnTo>
                                <a:lnTo>
                                  <a:pt x="606559" y="99699"/>
                                </a:lnTo>
                                <a:lnTo>
                                  <a:pt x="606559" y="367011"/>
                                </a:lnTo>
                                <a:cubicBezTo>
                                  <a:pt x="606559" y="405645"/>
                                  <a:pt x="575240" y="436964"/>
                                  <a:pt x="536606" y="436964"/>
                                </a:cubicBezTo>
                                <a:lnTo>
                                  <a:pt x="69953" y="436964"/>
                                </a:lnTo>
                                <a:cubicBezTo>
                                  <a:pt x="31319" y="436964"/>
                                  <a:pt x="0" y="405645"/>
                                  <a:pt x="0" y="367011"/>
                                </a:cubicBezTo>
                                <a:lnTo>
                                  <a:pt x="0" y="98549"/>
                                </a:lnTo>
                                <a:close/>
                                <a:moveTo>
                                  <a:pt x="69953" y="0"/>
                                </a:moveTo>
                                <a:lnTo>
                                  <a:pt x="536606" y="0"/>
                                </a:lnTo>
                                <a:cubicBezTo>
                                  <a:pt x="575240" y="0"/>
                                  <a:pt x="606559" y="31319"/>
                                  <a:pt x="606559" y="69953"/>
                                </a:cubicBezTo>
                                <a:lnTo>
                                  <a:pt x="606559" y="82447"/>
                                </a:lnTo>
                                <a:lnTo>
                                  <a:pt x="296815" y="231583"/>
                                </a:lnTo>
                                <a:lnTo>
                                  <a:pt x="0" y="81297"/>
                                </a:lnTo>
                                <a:lnTo>
                                  <a:pt x="0" y="69953"/>
                                </a:lnTo>
                                <a:cubicBezTo>
                                  <a:pt x="0" y="31319"/>
                                  <a:pt x="31319" y="0"/>
                                  <a:pt x="699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bodyPr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8pt;margin-top:116.95pt;height:34.65pt;width:444.15pt;mso-position-vertical-relative:page;z-index:251662336;mso-width-relative:page;mso-height-relative:page;" coordorigin="-11430,-36195" coordsize="5640705,387350" o:gfxdata="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">
                <o:lock v:ext="edit" aspectratio="f"/>
                <v:shape id="_x0000_s1026" o:spid="_x0000_s1026" o:spt="202" type="#_x0000_t202" style="position:absolute;left:47625;top:0;height:328930;width:5581650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 w14:paraId="739E6CDB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Cs w:val="21"/>
                          </w:rPr>
                          <w:t xml:space="preserve">       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Cs w:val="21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Freeform 31" o:spid="_x0000_s1026" o:spt="100" style="position:absolute;left:-11430;top:207010;height:144145;width:154940;" fillcolor="#2577E3" filled="t" stroked="f" coordsize="123,114" o:gfxdata="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H7XgS5AAAA2wAA&#10;AA8AAAAAAAAAAQAgAAAAIgAAAGRycy9kb3ducmV2LnhtbFBLAQIUABQAAAAIAIdO4kAzLwWeOwAA&#10;ADkAAAAQAAAAAAAAAAEAIAAAAAgBAABkcnMvc2hhcGV4bWwueG1sUEsFBgAAAAAGAAYAWwEAALID&#10;AAAAAA==&#10;" path="m118,102c123,94,120,88,112,82c103,75,94,70,88,78c88,78,81,86,60,67c37,44,47,36,47,36c55,28,50,22,43,13c36,3,29,0,19,8c0,24,27,60,41,74c41,74,41,74,41,74c41,74,61,96,75,103c82,107,82,107,82,107c92,112,103,114,111,110c111,110,115,108,118,102xm118,102c118,102,118,102,118,102e">
                  <v:path o:connectlocs="148641,128971;141083,103683;110851,98625;75580,84716;59204,45519;54166,16437;23933,10115;51646,93567;51646,93567;94475,130236;103293,135293;139823,139087;148641,128971;148641,128971;148641,128971" o:connectangles="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64" o:spid="_x0000_s1026" o:spt="100" style="position:absolute;left:1203960;top:202475;flip:x;height:144208;width:120650;" fillcolor="#2577E3" filled="t" stroked="f" coordsize="99,126" o:gfxdata="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34AxLsAAADb&#10;AAAADwAAAAAAAAABACAAAAAiAAAAZHJzL2Rvd25yZXYueG1sUEsBAhQAFAAAAAgAh07iQDMvBZ47&#10;AAAAOQAAABAAAAAAAAAAAQAgAAAACgEAAGRycy9zaGFwZXhtbC54bWxQSwUGAAAAAAYABgBbAQAA&#10;tAMAAAAA&#10;" path="m50,0c22,0,0,22,0,50c0,76,44,123,46,125c47,126,48,126,50,126c50,126,50,126,50,126c51,126,52,126,53,125c68,107,68,107,68,107c89,82,99,63,99,50c99,22,77,0,50,0xm50,72c37,72,27,62,27,50c27,37,37,27,50,27c62,27,72,37,72,50c72,62,62,72,50,72xm50,72c50,72,50,72,50,72e">
                  <v:path o:connectlocs="60934,0;0,57225;56059,143063;60934,144208;60934,144208;64590,143063;82870,122462;120650,57225;60934,0;60934,82404;32904,57225;60934,30901;87745,57225;60934,82404;60934,82404;60934,82404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Freeform 101" o:spid="_x0000_s1026" o:spt="100" style="position:absolute;left:0;top:-36195;height:144145;width:116840;" fillcolor="#2577E3" filled="t" stroked="f" coordsize="122,150" o:gfxdata="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s8M37sAAADb&#10;AAAADwAAAAAAAAABACAAAAAiAAAAZHJzL2Rvd25yZXYueG1sUEsBAhQAFAAAAAgAh07iQDMvBZ47&#10;AAAAOQAAABAAAAAAAAAAAQAgAAAACgEAAGRycy9zaGFwZXhtbC54bWxQSwUGAAAAAAYABgBbAQAA&#10;tAMAAAAA&#10;" path="m61,0c82,0,99,17,99,38c99,58,82,75,61,75c40,75,23,58,23,38c23,17,40,0,61,0xm92,79c84,83,72,86,60,86c47,86,37,83,29,78c12,90,0,110,0,121c0,139,28,150,61,150c95,150,122,139,122,121c122,110,110,90,92,79xm92,79c92,79,92,79,92,79e">
                  <v:path o:connectlocs="58420,0;94812,36516;58420,72072;22027,36516;58420,0;88108,75916;57462,82643;27773,74955;0,116276;58420,144145;116840,116276;88108,75916;88108,75916;88108,75916" o:connectangles="0,0,0,0,0,0,0,0,0,0,0,0,0,0"/>
                  <v:fill on="t" focussize="0,0"/>
                  <v:stroke on="f"/>
                  <v:imagedata o:title=""/>
                  <o:lock v:ext="edit" aspectratio="t"/>
                </v:shape>
                <v:shape id="AutoShape 842" o:spid="_x0000_s1026" o:spt="100" style="position:absolute;left:2609850;top:233217;height:108436;width:137160;v-text-anchor:middle;" fillcolor="#2577E3" filled="t" stroked="f" coordsize="606559,436964" o:gfxdata="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GVcG5AAAA2wAA&#10;AA8AAAAAAAAAAQAgAAAAIgAAAGRycy9kb3ducmV2LnhtbFBLAQIUABQAAAAIAIdO4kAzLwWeOwAA&#10;ADkAAAAQAAAAAAAAAAEAIAAAAAgBAABkcnMvc2hhcGV4bWwueG1sUEsFBgAAAAAGAAYAWwEAALID&#10;AAAAAA==&#10;" path="m0,98549l296815,248835,606559,99699,606559,367011c606559,405645,575240,436964,536606,436964l69953,436964c31319,436964,0,405645,0,367011l0,98549xm69953,0l536606,0c575240,0,606559,31319,606559,69953l606559,82447,296815,231583,0,81297,0,69953c0,31319,31319,0,69953,0xe">
                  <v:path o:connectlocs="0,101;192,255;393,102;393,376;347,448;45,448;0,376;0,101;45,0;347,0;393,71;393,84;192,237;0,83;0,71;45,0" o:connectangles="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2540</wp:posOffset>
                </wp:positionV>
                <wp:extent cx="958215" cy="306070"/>
                <wp:effectExtent l="0" t="0" r="13335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50060" y="1863090"/>
                          <a:ext cx="958215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9B70BF">
                            <w:r>
                              <w:rPr>
                                <w:rFonts w:hint="eastAsia"/>
                              </w:rPr>
                              <w:t>{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ethnic</w:t>
                            </w:r>
                            <w:r>
                              <w:rPr>
                                <w:rFonts w:hint="eastAsia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2pt;margin-top:0.2pt;height:24.1pt;width:75.45pt;z-index:251670528;mso-width-relative:page;mso-height-relative:page;" fillcolor="#FFFFFF [3201]" filled="t" stroked="f" coordsize="21600,21600" o:gfxdata="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osMWNMAAAAH&#10;AQAADwAAAAAAAAABACAAAAAiAAAAZHJzL2Rvd25yZXYueG1sUEsBAhQAFAAAAAgAh07iQOOHGlRa&#10;AgAAnAQAAA4AAAAAAAAAAQAgAAAAIg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3A9B70BF">
                      <w:r>
                        <w:rPr>
                          <w:rFonts w:hint="eastAsia"/>
                        </w:rPr>
                        <w:t>{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ethnic</w:t>
                      </w:r>
                      <w:r>
                        <w:rPr>
                          <w:rFonts w:hint="eastAsia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68A43055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4121785</wp:posOffset>
                </wp:positionH>
                <wp:positionV relativeFrom="paragraph">
                  <wp:posOffset>116840</wp:posOffset>
                </wp:positionV>
                <wp:extent cx="1440815" cy="291465"/>
                <wp:effectExtent l="0" t="0" r="6985" b="1333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71135" y="1639570"/>
                          <a:ext cx="1440815" cy="291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sng">
                          <a:noFill/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F6FA6">
                            <w:r>
                              <w:rPr>
                                <w:rFonts w:hint="eastAsia"/>
                              </w:rPr>
                              <w:t>{email}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.55pt;margin-top:9.2pt;height:22.95pt;width:113.45pt;z-index:251673600;mso-width-relative:page;mso-height-relative:page;" fillcolor="#FFFFFF [3201]" filled="t" stroked="f" coordsize="21600,21600" o:gfxdata="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/xTtc1wAAAAkBAAAPAAAAAAAAAAEAIAAAACIAAABkcnMvZG93bnJldi54bWxQ&#10;SwECFAAUAAAACACHTuJAeaUuB2oCAADCBAAADgAAAAAAAAABACAAAAAmAQAAZHJzL2Uyb0RvYy54&#10;bWxQSwUGAAAAAAYABgBZAQAAAgYAAAAA&#10;">
                <v:fill on="t" focussize="0,0"/>
                <v:stroke on="f" weight="1pt"/>
                <v:imagedata o:title=""/>
                <o:lock v:ext="edit" aspectratio="f"/>
                <v:textbox>
                  <w:txbxContent>
                    <w:p w14:paraId="124F6FA6">
                      <w:r>
                        <w:rPr>
                          <w:rFonts w:hint="eastAsia"/>
                        </w:rPr>
                        <w:t>{email}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95250</wp:posOffset>
                </wp:positionV>
                <wp:extent cx="1274445" cy="321945"/>
                <wp:effectExtent l="0" t="0" r="1905" b="190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94635" y="1757680"/>
                          <a:ext cx="1274445" cy="321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4576F">
                            <w:r>
                              <w:rPr>
                                <w:rFonts w:hint="eastAsia"/>
                              </w:rPr>
                              <w:t>{address}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6.15pt;margin-top:7.5pt;height:25.35pt;width:100.35pt;z-index:251671552;mso-width-relative:page;mso-height-relative:page;" fillcolor="#FFFFFF [3201]" filled="t" stroked="f" coordsize="21600,21600" o:gfxdata="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uO5Xe0wAAAAgB&#10;AAAPAAAAAAAAAAEAIAAAACIAAABkcnMvZG93bnJldi54bWxQSwECFAAUAAAACACHTuJAB/C3k1kC&#10;AACdBAAADgAAAAAAAAABACAAAAAi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664576F">
                      <w:r>
                        <w:rPr>
                          <w:rFonts w:hint="eastAsia"/>
                        </w:rPr>
                        <w:t>{address}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100965</wp:posOffset>
                </wp:positionV>
                <wp:extent cx="991235" cy="323215"/>
                <wp:effectExtent l="0" t="0" r="18415" b="63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82415" y="1751330"/>
                          <a:ext cx="991235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EB4F7D">
                            <w:r>
                              <w:rPr>
                                <w:rFonts w:hint="eastAsia"/>
                              </w:rPr>
                              <w:t>{phone}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65pt;margin-top:7.95pt;height:25.45pt;width:78.05pt;z-index:251672576;mso-width-relative:page;mso-height-relative:page;" fillcolor="#FFFFFF [3201]" filled="t" stroked="f" coordsize="21600,21600" o:gfxdata="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F62etNYA&#10;AAAJAQAADwAAAAAAAAABACAAAAAiAAAAZHJzL2Rvd25yZXYueG1sUEsBAhQAFAAAAAgAh07iQLFu&#10;k5NaAgAAnQQAAA4AAAAAAAAAAQAgAAAAJQ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7EB4F7D">
                      <w:r>
                        <w:rPr>
                          <w:rFonts w:hint="eastAsia"/>
                        </w:rPr>
                        <w:t>{phone}</w:t>
                      </w:r>
                    </w:p>
                  </w:txbxContent>
                </v:textbox>
              </v:shape>
            </w:pict>
          </mc:Fallback>
        </mc:AlternateContent>
      </w:r>
    </w:p>
    <w:p w14:paraId="7DDF1447">
      <w:pPr>
        <w:adjustRightInd w:val="0"/>
        <w:snapToGrid w:val="0"/>
      </w:pPr>
    </w:p>
    <w:p w14:paraId="7219DB1B"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102235</wp:posOffset>
                </wp:positionV>
                <wp:extent cx="6926580" cy="294005"/>
                <wp:effectExtent l="0" t="0" r="7620" b="1079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6580" cy="294005"/>
                          <a:chOff x="32388" y="-80662"/>
                          <a:chExt cx="6927244" cy="257563"/>
                        </a:xfrm>
                      </wpg:grpSpPr>
                      <wps:wsp>
                        <wps:cNvPr id="22" name="矩形 22"/>
                        <wps:cNvSpPr/>
                        <wps:spPr>
                          <a:xfrm>
                            <a:off x="47630" y="-80662"/>
                            <a:ext cx="6912002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75B282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  <w:t>教育背景</w:t>
                              </w:r>
                            </w:p>
                            <w:p w14:paraId="584E04FC">
                              <w:pPr>
                                <w:adjustRightInd w:val="0"/>
                                <w:snapToGrid w:val="0"/>
                                <w:spacing w:line="400" w:lineRule="exac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/>
                      </wps:wsp>
                      <wps:wsp>
                        <wps:cNvPr id="21" name="矩形 21"/>
                        <wps:cNvSpPr/>
                        <wps:spPr>
                          <a:xfrm>
                            <a:off x="32388" y="-75099"/>
                            <a:ext cx="45724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8.05pt;height:23.15pt;width:545.4pt;z-index:251675648;mso-width-relative:page;mso-height-relative:page;" coordorigin="32388,-80662" coordsize="6927244,257563" o:gfxdata="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PpV0fzYAAAACAEA&#10;AA8AAAAAAAAAAQAgAAAAIgAAAGRycy9kb3ducmV2LnhtbFBLAQIUABQAAAAIAIdO4kBKTpiFNwMA&#10;APcIAAAOAAAAAAAAAAEAIAAAACcBAABkcnMvZTJvRG9jLnhtbFBLBQYAAAAABgAGAFkBAADQBgAA&#10;AAA=&#10;">
                <o:lock v:ext="edit" aspectratio="f"/>
                <v:rect id="_x0000_s1026" o:spid="_x0000_s1026" o:spt="1" style="position:absolute;left:47630;top:-80662;height:252000;width:6912002;v-text-anchor:middle;" fillcolor="#F2F2F2 [3052]" filled="t" stroked="f" coordsize="21600,21600" o:gfxdata="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8Xrg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 w14:paraId="6275B282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  <w:t>教育背景</w:t>
                        </w:r>
                      </w:p>
                      <w:p w14:paraId="584E04FC">
                        <w:pPr>
                          <w:adjustRightInd w:val="0"/>
                          <w:snapToGrid w:val="0"/>
                          <w:spacing w:line="400" w:lineRule="exact"/>
                        </w:pPr>
                      </w:p>
                    </w:txbxContent>
                  </v:textbox>
                </v:rect>
                <v:rect id="_x0000_s1026" o:spid="_x0000_s1026" o:spt="1" style="position:absolute;left:32388;top:-75099;height:252000;width:45724;v-text-anchor:middle;" fillcolor="#FF9915" filled="t" stroked="f" coordsize="21600,21600" o:gfxdata="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lwZ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4F789A0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114935</wp:posOffset>
                </wp:positionV>
                <wp:extent cx="6954520" cy="1915795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42900" y="2665730"/>
                          <a:ext cx="6954520" cy="1915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ACB0B95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  <w:t>{#educations}</w:t>
                            </w:r>
                          </w:p>
                          <w:p w14:paraId="0A883EF4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20"/>
                                <w:szCs w:val="20"/>
                              </w:rPr>
                              <w:t>{educationTime}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20"/>
                                <w:szCs w:val="20"/>
                              </w:rPr>
                              <w:t xml:space="preserve"> {schoolName}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                {degree}</w:t>
                            </w:r>
                          </w:p>
                          <w:p w14:paraId="27E3D8CE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8"/>
                                <w:szCs w:val="18"/>
                              </w:rPr>
                              <w:t>{educationDescription}</w:t>
                            </w:r>
                          </w:p>
                          <w:p w14:paraId="6B011938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  <w:t>{/}</w:t>
                            </w:r>
                          </w:p>
                          <w:p w14:paraId="3FD11826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</w:pPr>
                          </w:p>
                          <w:p w14:paraId="78C56A6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.7pt;margin-top:9.05pt;height:150.85pt;width:547.6pt;z-index:251660288;mso-width-relative:page;mso-height-relative:page;" filled="f" stroked="f" coordsize="21600,21600" o:gfxdata="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j1z6W1wAAAAoBAAAPAAAAAAAAAAEAIAAAACIAAABkcnMvZG93bnJldi54bWxQSwEC&#10;FAAUAAAACACHTuJAM2Oaki4CAAA1BAAADgAAAAAAAAABACAAAAAmAQAAZHJzL2Uyb0RvYy54bWxQ&#10;SwUGAAAAAAYABgBZAQAAxg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6ACB0B95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  <w:t>{#educations}</w:t>
                      </w:r>
                    </w:p>
                    <w:p w14:paraId="0A883EF4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20"/>
                          <w:szCs w:val="20"/>
                        </w:rPr>
                        <w:t>{educationTime}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20"/>
                          <w:szCs w:val="20"/>
                        </w:rPr>
                        <w:t xml:space="preserve"> {schoolName}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                {degree}</w:t>
                      </w:r>
                    </w:p>
                    <w:p w14:paraId="27E3D8CE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8"/>
                          <w:szCs w:val="18"/>
                        </w:rPr>
                        <w:t>{educationDescription}</w:t>
                      </w:r>
                    </w:p>
                    <w:p w14:paraId="6B011938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  <w:t>{/}</w:t>
                      </w:r>
                    </w:p>
                    <w:p w14:paraId="3FD11826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</w:pPr>
                    </w:p>
                    <w:p w14:paraId="78C56A6F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67B1D8">
      <w:pPr>
        <w:adjustRightInd w:val="0"/>
        <w:snapToGrid w:val="0"/>
      </w:pPr>
    </w:p>
    <w:p w14:paraId="301E6278">
      <w:pPr>
        <w:adjustRightInd w:val="0"/>
        <w:snapToGrid w:val="0"/>
      </w:pPr>
    </w:p>
    <w:p w14:paraId="18B45583">
      <w:pPr>
        <w:adjustRightInd w:val="0"/>
        <w:snapToGrid w:val="0"/>
      </w:pPr>
    </w:p>
    <w:p w14:paraId="594133BE">
      <w:pPr>
        <w:adjustRightInd w:val="0"/>
        <w:snapToGrid w:val="0"/>
      </w:pPr>
    </w:p>
    <w:p w14:paraId="12DE45F3">
      <w:pPr>
        <w:adjustRightInd w:val="0"/>
        <w:snapToGrid w:val="0"/>
      </w:pPr>
    </w:p>
    <w:p w14:paraId="63FC2938">
      <w:pPr>
        <w:adjustRightInd w:val="0"/>
        <w:snapToGrid w:val="0"/>
      </w:pPr>
    </w:p>
    <w:p w14:paraId="60203184">
      <w:pPr>
        <w:adjustRightInd w:val="0"/>
        <w:snapToGrid w:val="0"/>
      </w:pPr>
    </w:p>
    <w:p w14:paraId="63A08D6B">
      <w:pPr>
        <w:adjustRightInd w:val="0"/>
        <w:snapToGrid w:val="0"/>
      </w:pPr>
    </w:p>
    <w:p w14:paraId="73279387">
      <w:pPr>
        <w:adjustRightInd w:val="0"/>
        <w:snapToGrid w:val="0"/>
      </w:pPr>
    </w:p>
    <w:p w14:paraId="18B852D2">
      <w:pPr>
        <w:adjustRightInd w:val="0"/>
        <w:snapToGrid w:val="0"/>
      </w:pPr>
    </w:p>
    <w:p w14:paraId="498DA135">
      <w:pPr>
        <w:adjustRightInd w:val="0"/>
        <w:snapToGrid w:val="0"/>
      </w:pPr>
    </w:p>
    <w:p w14:paraId="6C212750"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103505</wp:posOffset>
                </wp:positionV>
                <wp:extent cx="6958330" cy="287655"/>
                <wp:effectExtent l="0" t="0" r="13970" b="1714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330" cy="287655"/>
                          <a:chOff x="0" y="0"/>
                          <a:chExt cx="6959632" cy="252000"/>
                        </a:xfrm>
                      </wpg:grpSpPr>
                      <wps:wsp>
                        <wps:cNvPr id="55" name="矩形 33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507701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  <w:lang w:val="en-US" w:eastAsia="zh-CN"/>
                                </w:rPr>
                                <w:t>语言能力</w:t>
                              </w:r>
                            </w:p>
                            <w:p w14:paraId="75DCCBC6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/>
                      </wps:wsp>
                      <wps:wsp>
                        <wps:cNvPr id="56" name="矩形 34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9pt;margin-top:8.15pt;height:22.65pt;width:547.9pt;z-index:251687936;mso-width-relative:page;mso-height-relative:page;" coordsize="6959632,252000" o:gfxdata="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8CU4MtgAAAAIAQAADwAAAAAAAAABACAAAAAiAAAAZHJzL2Rvd25yZXYu&#10;eG1sUEsBAhQAFAAAAAgAh07iQJ3fHewYAwAA4AgAAA4AAAAAAAAAAQAgAAAAJwEAAGRycy9lMm9E&#10;b2MueG1sUEsFBgAAAAAGAAYAWQEAALEGAAAAAA==&#10;">
                <o:lock v:ext="edit" aspectratio="f"/>
                <v:rect id="矩形 33" o:spid="_x0000_s1026" o:spt="1" style="position:absolute;left:47625;top:0;height:252000;width:6912007;v-text-anchor:middle;" fillcolor="#F2F2F2 [3052]" filled="t" stroked="f" coordsize="21600,21600" o:gfxdata="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HpHp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 w14:paraId="14507701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  <w:lang w:val="en-US" w:eastAsia="zh-CN"/>
                          </w:rPr>
                          <w:t>语言能力</w:t>
                        </w:r>
                      </w:p>
                      <w:p w14:paraId="75DCCBC6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</w:pPr>
                      </w:p>
                    </w:txbxContent>
                  </v:textbox>
                </v:rect>
                <v:rect id="矩形 34" o:spid="_x0000_s1026" o:spt="1" style="position:absolute;left:0;top:0;height:252000;width:45719;v-text-anchor:middle;" fillcolor="#FF9915" filled="t" stroked="f" coordsize="21600,21600" o:gfxdata="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dpts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0FC98CD">
      <w:pPr>
        <w:adjustRightInd w:val="0"/>
        <w:snapToGrid w:val="0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108585</wp:posOffset>
                </wp:positionV>
                <wp:extent cx="6943725" cy="1431925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5440" y="4421505"/>
                          <a:ext cx="6943725" cy="1431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ADE74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{#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  <w:lang w:val="en-US" w:eastAsia="zh-CN"/>
                              </w:rPr>
                              <w:t>languageSkills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}</w:t>
                            </w:r>
                          </w:p>
                          <w:p w14:paraId="2FCB1EE6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{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>language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 xml:space="preserve">}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 w14:paraId="75358E69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{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>description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}</w:t>
                            </w:r>
                          </w:p>
                          <w:p w14:paraId="43CED8F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{/}</w:t>
                            </w:r>
                          </w:p>
                          <w:p w14:paraId="03E5AD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9pt;margin-top:8.55pt;height:112.75pt;width:546.75pt;z-index:251688960;mso-width-relative:page;mso-height-relative:page;" filled="f" stroked="f" coordsize="21600,21600" o:gfxdata="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pXnsbaAAAACQEAAA8AAAAAAAAA&#10;AQAgAAAAIgAAAGRycy9kb3ducmV2LnhtbFBLAQIUABQAAAAIAIdO4kCPwD+WSAIAAHQEAAAOAAAA&#10;AAAAAAEAIAAAACk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F1ADE74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{#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  <w:lang w:val="en-US" w:eastAsia="zh-CN"/>
                        </w:rPr>
                        <w:t>languageSkills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}</w:t>
                      </w:r>
                    </w:p>
                    <w:p w14:paraId="2FCB1EE6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{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>language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 xml:space="preserve">}  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 xml:space="preserve"> </w:t>
                      </w:r>
                    </w:p>
                    <w:p w14:paraId="75358E69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{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>description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}</w:t>
                      </w:r>
                    </w:p>
                    <w:p w14:paraId="43CED8FF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{/}</w:t>
                      </w:r>
                    </w:p>
                    <w:p w14:paraId="03E5ADEA"/>
                  </w:txbxContent>
                </v:textbox>
              </v:shape>
            </w:pict>
          </mc:Fallback>
        </mc:AlternateContent>
      </w:r>
    </w:p>
    <w:p w14:paraId="48B8C557">
      <w:pPr>
        <w:adjustRightInd w:val="0"/>
        <w:snapToGrid w:val="0"/>
      </w:pPr>
    </w:p>
    <w:p w14:paraId="10D84B91">
      <w:pPr>
        <w:adjustRightInd w:val="0"/>
        <w:snapToGrid w:val="0"/>
      </w:pPr>
    </w:p>
    <w:p w14:paraId="157C4F1E">
      <w:pPr>
        <w:adjustRightInd w:val="0"/>
        <w:snapToGrid w:val="0"/>
      </w:pPr>
    </w:p>
    <w:p w14:paraId="65A342DE">
      <w:pPr>
        <w:adjustRightInd w:val="0"/>
        <w:snapToGrid w:val="0"/>
      </w:pPr>
    </w:p>
    <w:p w14:paraId="767D8488">
      <w:pPr>
        <w:adjustRightInd w:val="0"/>
        <w:snapToGrid w:val="0"/>
      </w:pPr>
    </w:p>
    <w:p w14:paraId="178B6172">
      <w:pPr>
        <w:adjustRightInd w:val="0"/>
        <w:snapToGrid w:val="0"/>
      </w:pPr>
    </w:p>
    <w:p w14:paraId="23CE4A83">
      <w:pPr>
        <w:adjustRightInd w:val="0"/>
        <w:snapToGrid w:val="0"/>
      </w:pPr>
    </w:p>
    <w:p w14:paraId="3861691C">
      <w:pPr>
        <w:adjustRightInd w:val="0"/>
        <w:snapToGrid w:val="0"/>
      </w:pPr>
    </w:p>
    <w:p w14:paraId="67972C88"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66675</wp:posOffset>
                </wp:positionV>
                <wp:extent cx="6958330" cy="287655"/>
                <wp:effectExtent l="0" t="0" r="13970" b="1714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330" cy="287655"/>
                          <a:chOff x="0" y="0"/>
                          <a:chExt cx="6959632" cy="252000"/>
                        </a:xfrm>
                      </wpg:grpSpPr>
                      <wps:wsp>
                        <wps:cNvPr id="26" name="矩形 26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D731AF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  <w:t>工作经验</w:t>
                              </w:r>
                            </w:p>
                            <w:p w14:paraId="0099E404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/>
                      </wps:wsp>
                      <wps:wsp>
                        <wps:cNvPr id="27" name="矩形 27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75pt;margin-top:5.25pt;height:22.65pt;width:547.9pt;z-index:251663360;mso-width-relative:page;mso-height-relative:page;" coordsize="6959632,252000" o:gfxdata="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00h4bdoAAAAKAQAADwAAAAAAAAABACAAAAAiAAAAZHJzL2Rv&#10;d25yZXYueG1sUEsBAhQAFAAAAAgAh07iQEeUuM8cAwAA4AgAAA4AAAAAAAAAAQAgAAAAKQEAAGRy&#10;cy9lMm9Eb2MueG1sUEsFBgAAAAAGAAYAWQEAALcGAAAAAA==&#10;">
                <o:lock v:ext="edit" aspectratio="f"/>
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b8p847oAAADb&#10;AAAADwAAAGRycy9kb3ducmV2LnhtbEWPS2vDMBCE74X8B7GB3ho5pnngRgkkEPC1Seh5sdYPYq2M&#10;tHn++qpQyHGYmW+Y1ebuenWlEDvPBqaTDBRx5W3HjYHTcf+xBBUF2WLvmQw8KMJmPXpbYWH9jb/p&#10;epBGJQjHAg20IkOhdaxachgnfiBOXu2DQ0kyNNoGvCW463WeZXPtsOO00OJAu5aq8+HiDFR5uSi3&#10;FOr66Zcz+Ry6xY/sjHkfT7MvUEJ3eYX/26U1kM/h70v6AXr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ynzj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 w14:paraId="5ED731AF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  <w:t>工作经验</w:t>
                        </w:r>
                      </w:p>
                      <w:p w14:paraId="0099E404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0;top:0;height:252000;width:45719;v-text-anchor:middle;" fillcolor="#FF9915" filled="t" stroked="f" coordsize="21600,21600" o:gfxdata="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xNi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 w14:paraId="4C6F1248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61595</wp:posOffset>
                </wp:positionV>
                <wp:extent cx="6921500" cy="3181350"/>
                <wp:effectExtent l="0" t="0" r="0" b="0"/>
                <wp:wrapNone/>
                <wp:docPr id="3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42900" y="4411980"/>
                          <a:ext cx="6921500" cy="3181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8AF0602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  <w:t>{#workExperiences}</w:t>
                            </w:r>
                          </w:p>
                          <w:p w14:paraId="0D862763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20"/>
                                <w:szCs w:val="20"/>
                              </w:rPr>
                              <w:t>{workTime}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Cs w:val="21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20"/>
                                <w:szCs w:val="20"/>
                              </w:rPr>
                              <w:t xml:space="preserve"> {companyName}</w:t>
                            </w:r>
                          </w:p>
                          <w:p w14:paraId="6EA1BE54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{description}</w:t>
                            </w:r>
                          </w:p>
                          <w:p w14:paraId="60210C37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</w:p>
                          <w:p w14:paraId="4E0F93A7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577E3"/>
                                <w:sz w:val="10"/>
                                <w:szCs w:val="10"/>
                              </w:rPr>
                              <w:t>{/}</w:t>
                            </w:r>
                          </w:p>
                          <w:p w14:paraId="46A04050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0.65pt;margin-top:4.85pt;height:250.5pt;width:545pt;z-index:251664384;mso-width-relative:page;mso-height-relative:page;" filled="f" stroked="f" coordsize="21600,21600" o:gfxdata="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zcDfvXAAAACgEAAA8AAAAAAAAAAQAgAAAAIgAAAGRycy9kb3ducmV2LnhtbFBLAQIU&#10;ABQAAAAIAIdO4kBbLx1FLQIAADYEAAAOAAAAAAAAAAEAIAAAACYBAABkcnMvZTJvRG9jLnhtbFBL&#10;BQYAAAAABgAGAFkBAADF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18AF0602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  <w:t>{#workExperiences}</w:t>
                      </w:r>
                    </w:p>
                    <w:p w14:paraId="0D862763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20"/>
                          <w:szCs w:val="20"/>
                        </w:rPr>
                        <w:t>{workTime}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Cs w:val="21"/>
                        </w:rPr>
                        <w:t xml:space="preserve"> 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20"/>
                          <w:szCs w:val="20"/>
                        </w:rPr>
                        <w:t xml:space="preserve"> {companyName}</w:t>
                      </w:r>
                    </w:p>
                    <w:p w14:paraId="6EA1BE54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{description}</w:t>
                      </w:r>
                    </w:p>
                    <w:p w14:paraId="60210C37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</w:pPr>
                    </w:p>
                    <w:p w14:paraId="4E0F93A7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577E3"/>
                          <w:sz w:val="10"/>
                          <w:szCs w:val="10"/>
                        </w:rPr>
                        <w:t>{/}</w:t>
                      </w:r>
                    </w:p>
                    <w:p w14:paraId="46A04050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E345A3">
      <w:pPr>
        <w:adjustRightInd w:val="0"/>
        <w:snapToGrid w:val="0"/>
      </w:pPr>
    </w:p>
    <w:p w14:paraId="5B1AC51F">
      <w:pPr>
        <w:adjustRightInd w:val="0"/>
        <w:snapToGrid w:val="0"/>
      </w:pPr>
    </w:p>
    <w:p w14:paraId="3E7BBEA6">
      <w:pPr>
        <w:adjustRightInd w:val="0"/>
        <w:snapToGrid w:val="0"/>
      </w:pPr>
    </w:p>
    <w:p w14:paraId="30144813">
      <w:pPr>
        <w:adjustRightInd w:val="0"/>
        <w:snapToGrid w:val="0"/>
      </w:pPr>
    </w:p>
    <w:p w14:paraId="07F36826">
      <w:pPr>
        <w:adjustRightInd w:val="0"/>
        <w:snapToGrid w:val="0"/>
      </w:pPr>
    </w:p>
    <w:p w14:paraId="6B7FEEE9">
      <w:pPr>
        <w:adjustRightInd w:val="0"/>
        <w:snapToGrid w:val="0"/>
      </w:pPr>
    </w:p>
    <w:p w14:paraId="7CBA0ACA">
      <w:pPr>
        <w:adjustRightInd w:val="0"/>
        <w:snapToGrid w:val="0"/>
      </w:pPr>
    </w:p>
    <w:p w14:paraId="7A83BF77">
      <w:pPr>
        <w:adjustRightInd w:val="0"/>
        <w:snapToGrid w:val="0"/>
      </w:pPr>
    </w:p>
    <w:p w14:paraId="482EA468">
      <w:pPr>
        <w:adjustRightInd w:val="0"/>
        <w:snapToGrid w:val="0"/>
      </w:pPr>
    </w:p>
    <w:p w14:paraId="72F67895">
      <w:pPr>
        <w:adjustRightInd w:val="0"/>
        <w:snapToGrid w:val="0"/>
      </w:pPr>
    </w:p>
    <w:p w14:paraId="7B989998">
      <w:pPr>
        <w:adjustRightInd w:val="0"/>
        <w:snapToGrid w:val="0"/>
      </w:pPr>
    </w:p>
    <w:p w14:paraId="481EBA9D">
      <w:pPr>
        <w:adjustRightInd w:val="0"/>
        <w:snapToGrid w:val="0"/>
      </w:pPr>
    </w:p>
    <w:p w14:paraId="1497167E">
      <w:pPr>
        <w:adjustRightInd w:val="0"/>
        <w:snapToGrid w:val="0"/>
      </w:pPr>
    </w:p>
    <w:p w14:paraId="0C57FCDA">
      <w:pPr>
        <w:adjustRightInd w:val="0"/>
        <w:snapToGrid w:val="0"/>
      </w:pPr>
    </w:p>
    <w:p w14:paraId="0A1C0209">
      <w:pPr>
        <w:adjustRightInd w:val="0"/>
        <w:snapToGrid w:val="0"/>
      </w:pPr>
    </w:p>
    <w:p w14:paraId="1838EB80">
      <w:pPr>
        <w:adjustRightInd w:val="0"/>
        <w:snapToGrid w:val="0"/>
      </w:pPr>
    </w:p>
    <w:p w14:paraId="36C5F1CC">
      <w:pPr>
        <w:adjustRightInd w:val="0"/>
        <w:snapToGrid w:val="0"/>
      </w:pPr>
    </w:p>
    <w:p w14:paraId="627EBC51">
      <w:pPr>
        <w:adjustRightInd w:val="0"/>
        <w:snapToGrid w:val="0"/>
      </w:pPr>
    </w:p>
    <w:p w14:paraId="6C5929EA"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130810</wp:posOffset>
                </wp:positionV>
                <wp:extent cx="6957695" cy="287655"/>
                <wp:effectExtent l="0" t="0" r="14605" b="1714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7695" cy="287655"/>
                          <a:chOff x="0" y="0"/>
                          <a:chExt cx="6959632" cy="252000"/>
                        </a:xfrm>
                      </wpg:grpSpPr>
                      <wps:wsp>
                        <wps:cNvPr id="40" name="矩形 40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5D7388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  <w:t>奖项证书</w:t>
                              </w:r>
                            </w:p>
                            <w:p w14:paraId="2F25E699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/>
                      </wps:wsp>
                      <wps:wsp>
                        <wps:cNvPr id="41" name="矩形 41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8pt;margin-top:10.3pt;height:22.65pt;width:547.85pt;z-index:251665408;mso-width-relative:page;mso-height-relative:page;" coordsize="6959632,252000" o:gfxdata="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kEbZyNkAAAAKAQAADwAAAAAAAAABACAAAAAiAAAAZHJz&#10;L2Rvd25yZXYueG1sUEsBAhQAFAAAAAgAh07iQLyM+NggAwAA4AgAAA4AAAAAAAAAAQAgAAAAKAEA&#10;AGRycy9lMm9Eb2MueG1sUEsFBgAAAAAGAAYAWQEAALoGAAAAAA==&#10;">
                <o:lock v:ext="edit" aspectratio="f"/>
                <v:rect id="_x0000_s1026" o:spid="_x0000_s1026" o:spt="1" style="position:absolute;left:47625;top:0;height:252000;width:6912007;v-text-anchor:middle;" fillcolor="#F2F2F2 [3052]" filled="t" stroked="f" coordsize="21600,21600" o:gfxdata="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KwpKy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 w14:paraId="2F5D7388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  <w:t>奖项证书</w:t>
                        </w:r>
                      </w:p>
                      <w:p w14:paraId="2F25E699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0;top:0;height:252000;width:45719;v-text-anchor:middle;" fillcolor="#FF9915" filled="t" stroked="f" coordsize="21600,21600" o:gfxdata="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kaVx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 w14:paraId="37CA8157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119380</wp:posOffset>
                </wp:positionV>
                <wp:extent cx="6921500" cy="1220470"/>
                <wp:effectExtent l="0" t="0" r="0" b="0"/>
                <wp:wrapNone/>
                <wp:docPr id="4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42900" y="7824470"/>
                          <a:ext cx="6921500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80DF671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{#certificateAwards}</w:t>
                            </w:r>
                          </w:p>
                          <w:p w14:paraId="3AB41DAD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{getAwardTime}  {award}</w:t>
                            </w:r>
                          </w:p>
                          <w:p w14:paraId="2AE33A69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{/}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0.15pt;margin-top:9.4pt;height:96.1pt;width:545pt;z-index:251666432;mso-width-relative:page;mso-height-relative:page;" filled="f" stroked="f" coordsize="21600,21600" o:gfxdata="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ScjGHWAAAACgEAAA8AAAAAAAAAAQAgAAAAIgAAAGRycy9kb3ducmV2LnhtbFBLAQIU&#10;ABQAAAAIAIdO4kBluBflLgIAADYEAAAOAAAAAAAAAAEAIAAAACUBAABkcnMvZTJvRG9jLnhtbFBL&#10;BQYAAAAABgAGAFkBAADF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280DF671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{#certificateAwards}</w:t>
                      </w:r>
                    </w:p>
                    <w:p w14:paraId="3AB41DAD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{getAwardTime}  {award}</w:t>
                      </w:r>
                    </w:p>
                    <w:p w14:paraId="2AE33A69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{/}</w:t>
                      </w:r>
                    </w:p>
                  </w:txbxContent>
                </v:textbox>
              </v:shape>
            </w:pict>
          </mc:Fallback>
        </mc:AlternateContent>
      </w:r>
    </w:p>
    <w:p w14:paraId="3D3B99E0">
      <w:pPr>
        <w:adjustRightInd w:val="0"/>
        <w:snapToGrid w:val="0"/>
      </w:pPr>
    </w:p>
    <w:p w14:paraId="746F174C">
      <w:pPr>
        <w:adjustRightInd w:val="0"/>
        <w:snapToGrid w:val="0"/>
      </w:pPr>
    </w:p>
    <w:p w14:paraId="22A69589">
      <w:pPr>
        <w:adjustRightInd w:val="0"/>
        <w:snapToGrid w:val="0"/>
      </w:pPr>
    </w:p>
    <w:p w14:paraId="08E383AA">
      <w:pPr>
        <w:adjustRightInd w:val="0"/>
        <w:snapToGrid w:val="0"/>
      </w:pPr>
    </w:p>
    <w:p w14:paraId="008C284B">
      <w:pPr>
        <w:adjustRightInd w:val="0"/>
        <w:snapToGrid w:val="0"/>
      </w:pPr>
    </w:p>
    <w:p w14:paraId="52CCA252">
      <w:pPr>
        <w:adjustRightInd w:val="0"/>
        <w:snapToGrid w:val="0"/>
      </w:pPr>
    </w:p>
    <w:p w14:paraId="1F8AB0E6">
      <w:pPr>
        <w:adjustRightInd w:val="0"/>
        <w:snapToGrid w:val="0"/>
      </w:pPr>
    </w:p>
    <w:p w14:paraId="6F6FA281"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151765</wp:posOffset>
                </wp:positionV>
                <wp:extent cx="6958330" cy="287655"/>
                <wp:effectExtent l="0" t="0" r="13970" b="1714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330" cy="287655"/>
                          <a:chOff x="0" y="0"/>
                          <a:chExt cx="6959632" cy="252000"/>
                        </a:xfrm>
                      </wpg:grpSpPr>
                      <wps:wsp>
                        <wps:cNvPr id="45" name="矩形 26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B437E4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  <w:lang w:val="en-US" w:eastAsia="zh-CN"/>
                                </w:rPr>
                                <w:t>培训经历</w:t>
                              </w:r>
                            </w:p>
                            <w:p w14:paraId="1D8FBFB0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/>
                      </wps:wsp>
                      <wps:wsp>
                        <wps:cNvPr id="29" name="矩形 27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2pt;margin-top:11.95pt;height:22.65pt;width:547.9pt;z-index:251683840;mso-width-relative:page;mso-height-relative:page;" coordsize="6959632,252000" o:gfxdata="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KLaI4tUAAAAHAQAADwAAAAAAAAABACAAAAAiAAAAZHJzL2Rv&#10;d25yZXYueG1sUEsBAhQAFAAAAAgAh07iQIU9SFQhAwAA4AgAAA4AAAAAAAAAAQAgAAAAJAEAAGRy&#10;cy9lMm9Eb2MueG1sUEsFBgAAAAAGAAYAWQEAALcGAAAAAA==&#10;">
                <o:lock v:ext="edit" aspectratio="f"/>
                <v:rect id="矩形 26" o:spid="_x0000_s1026" o:spt="1" style="position:absolute;left:47625;top:0;height:252000;width:6912007;v-text-anchor:middle;" fillcolor="#F2F2F2 [3052]" filled="t" stroked="f" coordsize="21600,21600" o:gfxdata="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LHBzS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 w14:paraId="14B437E4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  <w:lang w:val="en-US" w:eastAsia="zh-CN"/>
                          </w:rPr>
                          <w:t>培训经历</w:t>
                        </w:r>
                      </w:p>
                      <w:p w14:paraId="1D8FBFB0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27" o:spid="_x0000_s1026" o:spt="1" style="position:absolute;left:0;top:0;height:252000;width:45719;v-text-anchor:middle;" fillcolor="#FF9915" filled="t" stroked="f" coordsize="21600,21600" o:gfxdata="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98Y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p w14:paraId="356ADFDC">
      <w:pPr>
        <w:adjustRightInd w:val="0"/>
        <w:snapToGrid w:val="0"/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3234055</wp:posOffset>
                </wp:positionV>
                <wp:extent cx="6950075" cy="294132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9085" y="3138170"/>
                          <a:ext cx="6950075" cy="2941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left w:w="108" w:type="dxa"/>
                                <w:right w:w="108" w:type="dxa"/>
                              </w:tblCellMar>
                            </w:tblPr>
                            <w:tblGrid>
                              <w:gridCol w:w="2661"/>
                              <w:gridCol w:w="2662"/>
                              <w:gridCol w:w="2662"/>
                              <w:gridCol w:w="2662"/>
                            </w:tblGrid>
                            <w:tr w14:paraId="503FCC9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661" w:type="dxa"/>
                                </w:tcPr>
                                <w:p w14:paraId="5F03B94B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2662" w:type="dxa"/>
                                </w:tcPr>
                                <w:p w14:paraId="0F0669CD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关系</w:t>
                                  </w:r>
                                </w:p>
                              </w:tc>
                              <w:tc>
                                <w:tcPr>
                                  <w:tcW w:w="2662" w:type="dxa"/>
                                </w:tcPr>
                                <w:p w14:paraId="2BFEB54E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年龄</w:t>
                                  </w:r>
                                </w:p>
                              </w:tc>
                              <w:tc>
                                <w:tcPr>
                                  <w:tcW w:w="2662" w:type="dxa"/>
                                </w:tcPr>
                                <w:p w14:paraId="2B7D0354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联系电话</w:t>
                                  </w:r>
                                </w:p>
                              </w:tc>
                            </w:tr>
                            <w:tr w14:paraId="2277E58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2661" w:type="dxa"/>
                                </w:tcPr>
                                <w:p w14:paraId="71CA62B6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{#familyInfo}{name}</w:t>
                                  </w:r>
                                </w:p>
                              </w:tc>
                              <w:tc>
                                <w:tcPr>
                                  <w:tcW w:w="2662" w:type="dxa"/>
                                </w:tcPr>
                                <w:p w14:paraId="4755711E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{relationship}</w:t>
                                  </w:r>
                                </w:p>
                              </w:tc>
                              <w:tc>
                                <w:tcPr>
                                  <w:tcW w:w="2662" w:type="dxa"/>
                                </w:tcPr>
                                <w:p w14:paraId="02E9B042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{age}</w:t>
                                  </w:r>
                                </w:p>
                              </w:tc>
                              <w:tc>
                                <w:tcPr>
                                  <w:tcW w:w="2662" w:type="dxa"/>
                                </w:tcPr>
                                <w:p w14:paraId="449AA941">
                                  <w:pPr>
                                    <w:adjustRightInd w:val="0"/>
                                    <w:snapToGrid w:val="0"/>
                                    <w:rPr>
                                      <w:rFonts w:hint="default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color w:val="414141"/>
                                      <w:szCs w:val="21"/>
                                      <w:vertAlign w:val="baseline"/>
                                      <w:lang w:val="en-US" w:eastAsia="zh-CN"/>
                                    </w:rPr>
                                    <w:t>{phone}{/}</w:t>
                                  </w:r>
                                </w:p>
                              </w:tc>
                            </w:tr>
                          </w:tbl>
                          <w:p w14:paraId="251814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25pt;margin-top:254.65pt;height:231.6pt;width:547.25pt;z-index:251686912;mso-width-relative:page;mso-height-relative:page;" filled="f" stroked="f" coordsize="21600,21600" o:gfxdata="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xixP9oAAAAKAQAADwAAAAAA&#10;AAABACAAAAAiAAAAZHJzL2Rvd25yZXYueG1sUEsBAhQAFAAAAAgAh07iQCj0zpBKAgAAdAQAAA4A&#10;AAAAAAAAAQAgAAAAKQ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left w:w="108" w:type="dxa"/>
                          <w:right w:w="108" w:type="dxa"/>
                        </w:tblCellMar>
                      </w:tblPr>
                      <w:tblGrid>
                        <w:gridCol w:w="2661"/>
                        <w:gridCol w:w="2662"/>
                        <w:gridCol w:w="2662"/>
                        <w:gridCol w:w="2662"/>
                      </w:tblGrid>
                      <w:tr w14:paraId="503FCC9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left w:w="108" w:type="dxa"/>
                            <w:right w:w="108" w:type="dxa"/>
                          </w:tblCellMar>
                        </w:tblPrEx>
                        <w:tc>
                          <w:tcPr>
                            <w:tcW w:w="2661" w:type="dxa"/>
                          </w:tcPr>
                          <w:p w14:paraId="5F03B94B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2662" w:type="dxa"/>
                          </w:tcPr>
                          <w:p w14:paraId="0F0669CD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关系</w:t>
                            </w:r>
                          </w:p>
                        </w:tc>
                        <w:tc>
                          <w:tcPr>
                            <w:tcW w:w="2662" w:type="dxa"/>
                          </w:tcPr>
                          <w:p w14:paraId="2BFEB54E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年龄</w:t>
                            </w:r>
                          </w:p>
                        </w:tc>
                        <w:tc>
                          <w:tcPr>
                            <w:tcW w:w="2662" w:type="dxa"/>
                          </w:tcPr>
                          <w:p w14:paraId="2B7D0354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联系电话</w:t>
                            </w:r>
                          </w:p>
                        </w:tc>
                      </w:tr>
                      <w:tr w14:paraId="2277E58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left w:w="108" w:type="dxa"/>
                            <w:right w:w="108" w:type="dxa"/>
                          </w:tblCellMar>
                        </w:tblPrEx>
                        <w:tc>
                          <w:tcPr>
                            <w:tcW w:w="2661" w:type="dxa"/>
                          </w:tcPr>
                          <w:p w14:paraId="71CA62B6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{#familyInfo}{name}</w:t>
                            </w:r>
                          </w:p>
                        </w:tc>
                        <w:tc>
                          <w:tcPr>
                            <w:tcW w:w="2662" w:type="dxa"/>
                          </w:tcPr>
                          <w:p w14:paraId="4755711E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{relationship}</w:t>
                            </w:r>
                          </w:p>
                        </w:tc>
                        <w:tc>
                          <w:tcPr>
                            <w:tcW w:w="2662" w:type="dxa"/>
                          </w:tcPr>
                          <w:p w14:paraId="02E9B042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{age}</w:t>
                            </w:r>
                          </w:p>
                        </w:tc>
                        <w:tc>
                          <w:tcPr>
                            <w:tcW w:w="2662" w:type="dxa"/>
                          </w:tcPr>
                          <w:p w14:paraId="449AA941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vertAlign w:val="baseline"/>
                                <w:lang w:val="en-US" w:eastAsia="zh-CN"/>
                              </w:rPr>
                              <w:t>{phone}{/}</w:t>
                            </w:r>
                          </w:p>
                        </w:tc>
                      </w:tr>
                    </w:tbl>
                    <w:p w14:paraId="2518141A"/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2949575</wp:posOffset>
                </wp:positionV>
                <wp:extent cx="6958330" cy="287655"/>
                <wp:effectExtent l="0" t="0" r="13970" b="1714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8330" cy="287655"/>
                          <a:chOff x="0" y="0"/>
                          <a:chExt cx="6959632" cy="252000"/>
                        </a:xfrm>
                      </wpg:grpSpPr>
                      <wps:wsp>
                        <wps:cNvPr id="50" name="矩形 26"/>
                        <wps:cNvSpPr/>
                        <wps:spPr>
                          <a:xfrm>
                            <a:off x="47625" y="0"/>
                            <a:ext cx="6912007" cy="252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A533BC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  <w:lang w:val="en-US" w:eastAsia="zh-CN"/>
                                </w:rPr>
                                <w:t>家庭成员</w:t>
                              </w:r>
                            </w:p>
                            <w:p w14:paraId="0222CA61">
                              <w:pPr>
                                <w:adjustRightInd w:val="0"/>
                                <w:snapToGrid w:val="0"/>
                                <w:spacing w:line="400" w:lineRule="exact"/>
                                <w:jc w:val="left"/>
                                <w:rPr>
                                  <w:rFonts w:hint="eastAsia" w:ascii="微软雅黑" w:hAnsi="微软雅黑" w:eastAsia="微软雅黑"/>
                                  <w:color w:val="2577E3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/>
                      </wps:wsp>
                      <wps:wsp>
                        <wps:cNvPr id="51" name="矩形 27"/>
                        <wps:cNvSpPr/>
                        <wps:spPr>
                          <a:xfrm>
                            <a:off x="0" y="0"/>
                            <a:ext cx="45719" cy="252000"/>
                          </a:xfrm>
                          <a:prstGeom prst="rect">
                            <a:avLst/>
                          </a:prstGeom>
                          <a:solidFill>
                            <a:srgbClr val="FF991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2pt;margin-top:232.25pt;height:22.65pt;width:547.9pt;z-index:251685888;mso-width-relative:page;mso-height-relative:page;" coordsize="6959632,252000" o:gfxdata="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M264azZAAAACgEAAA8AAAAAAAAAAQAgAAAAIgAAAGRycy9kb3du&#10;cmV2LnhtbFBLAQIUABQAAAAIAIdO4kAXKGCTGwMAAOAIAAAOAAAAAAAAAAEAIAAAACgBAABkcnMv&#10;ZTJvRG9jLnhtbFBLBQYAAAAABgAGAFkBAAC1BgAAAAA=&#10;">
                <o:lock v:ext="edit" aspectratio="f"/>
                <v:rect id="矩形 26" o:spid="_x0000_s1026" o:spt="1" style="position:absolute;left:47625;top:0;height:252000;width:6912007;v-text-anchor:middle;" fillcolor="#F2F2F2 [3052]" filled="t" stroked="f" coordsize="21600,21600" o:gfxdata="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dpMnG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1pt" miterlimit="8" joinstyle="miter"/>
                  <v:imagedata o:title=""/>
                  <o:lock v:ext="edit" aspectratio="f"/>
                  <v:textbox inset="2.54mm,0mm,2.54mm,0mm">
                    <w:txbxContent>
                      <w:p w14:paraId="54A533BC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  <w:lang w:val="en-US" w:eastAsia="zh-CN"/>
                          </w:rPr>
                          <w:t>家庭成员</w:t>
                        </w:r>
                      </w:p>
                      <w:p w14:paraId="0222CA61">
                        <w:pPr>
                          <w:adjustRightInd w:val="0"/>
                          <w:snapToGrid w:val="0"/>
                          <w:spacing w:line="400" w:lineRule="exact"/>
                          <w:jc w:val="left"/>
                          <w:rPr>
                            <w:rFonts w:hint="eastAsia" w:ascii="微软雅黑" w:hAnsi="微软雅黑" w:eastAsia="微软雅黑"/>
                            <w:color w:val="2577E3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矩形 27" o:spid="_x0000_s1026" o:spt="1" style="position:absolute;left:0;top:0;height:252000;width:45719;v-text-anchor:middle;" fillcolor="#FF9915" filled="t" stroked="f" coordsize="21600,21600" o:gfxdata="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58DG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140970</wp:posOffset>
                </wp:positionV>
                <wp:extent cx="6956425" cy="2770505"/>
                <wp:effectExtent l="0" t="0" r="0" b="0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8450" y="852170"/>
                          <a:ext cx="6956425" cy="277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B4B858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{#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  <w:lang w:val="en-US" w:eastAsia="zh-CN"/>
                              </w:rPr>
                              <w:t>trainingExperience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}</w:t>
                            </w:r>
                          </w:p>
                          <w:p w14:paraId="4E51D509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{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>trainingExperience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 xml:space="preserve">Time}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{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>trainingName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</w:rPr>
                              <w:t>}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 w14:paraId="5A867545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Cs w:val="21"/>
                                <w:lang w:val="en-US" w:eastAsia="zh-CN"/>
                              </w:rPr>
                              <w:t>{description}</w:t>
                            </w:r>
                          </w:p>
                          <w:p w14:paraId="0D5F8E51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14141"/>
                                <w:sz w:val="11"/>
                                <w:szCs w:val="11"/>
                              </w:rPr>
                              <w:t>{/}</w:t>
                            </w:r>
                          </w:p>
                          <w:p w14:paraId="06E839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3pt;margin-top:11.1pt;height:218.15pt;width:547.75pt;z-index:251684864;mso-width-relative:page;mso-height-relative:page;" filled="f" stroked="f" coordsize="21600,21600" o:gfxdata="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AzrZL3aAAAACAEAAA8AAAAAAAAAAQAg&#10;AAAAIgAAAGRycy9kb3ducmV2LnhtbFBLAQIUABQAAAAIAIdO4kASb1BORQIAAHMEAAAOAAAAAAAA&#10;AAEAIAAAACk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2B4B858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{#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  <w:lang w:val="en-US" w:eastAsia="zh-CN"/>
                        </w:rPr>
                        <w:t>trainingExperience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}</w:t>
                      </w:r>
                    </w:p>
                    <w:p w14:paraId="4E51D509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{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>trainingExperience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 xml:space="preserve">Time}  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{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>trainingName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</w:rPr>
                        <w:t>}</w:t>
                      </w: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 xml:space="preserve">     </w:t>
                      </w:r>
                    </w:p>
                    <w:p w14:paraId="5A867545">
                      <w:pPr>
                        <w:adjustRightInd w:val="0"/>
                        <w:snapToGrid w:val="0"/>
                        <w:rPr>
                          <w:rFonts w:hint="default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Cs w:val="21"/>
                          <w:lang w:val="en-US" w:eastAsia="zh-CN"/>
                        </w:rPr>
                        <w:t>{description}</w:t>
                      </w:r>
                    </w:p>
                    <w:p w14:paraId="0D5F8E51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14141"/>
                          <w:sz w:val="11"/>
                          <w:szCs w:val="11"/>
                        </w:rPr>
                        <w:t>{/}</w:t>
                      </w:r>
                    </w:p>
                    <w:p w14:paraId="06E83926"/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ge">
                  <wp:posOffset>10481945</wp:posOffset>
                </wp:positionV>
                <wp:extent cx="6962775" cy="81280"/>
                <wp:effectExtent l="0" t="0" r="28575" b="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62775" cy="81280"/>
                          <a:chOff x="0" y="0"/>
                          <a:chExt cx="6962775" cy="81467"/>
                        </a:xfrm>
                      </wpg:grpSpPr>
                      <wps:wsp>
                        <wps:cNvPr id="62" name="直接连接符 62"/>
                        <wps:cNvCnPr/>
                        <wps:spPr>
                          <a:xfrm>
                            <a:off x="0" y="0"/>
                            <a:ext cx="696277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2577E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等腰三角形 64"/>
                        <wps:cNvSpPr/>
                        <wps:spPr>
                          <a:xfrm flipV="1">
                            <a:off x="3409950" y="9467"/>
                            <a:ext cx="136929" cy="72000"/>
                          </a:xfrm>
                          <a:prstGeom prst="triangle">
                            <a:avLst/>
                          </a:prstGeom>
                          <a:solidFill>
                            <a:srgbClr val="2577E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2pt;margin-top:825.35pt;height:6.4pt;width:548.25pt;mso-position-vertical-relative:page;z-index:251667456;mso-width-relative:page;mso-height-relative:page;" coordsize="6962775,81467" o:gfxdata="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">
                <o:lock v:ext="edit" aspectratio="f"/>
                <v:line id="_x0000_s1026" o:spid="_x0000_s1026" o:spt="20" style="position:absolute;left:0;top:0;height:0;width:6962775;" filled="f" stroked="t" coordsize="21600,21600" o:gfxdata="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lbBK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2577E3 [3204]" miterlimit="8" joinstyle="miter"/>
                  <v:imagedata o:title=""/>
                  <o:lock v:ext="edit" aspectratio="f"/>
                </v:line>
                <v:shape id="_x0000_s1026" o:spid="_x0000_s1026" o:spt="5" type="#_x0000_t5" style="position:absolute;left:3409950;top:9467;flip:y;height:72000;width:136929;v-text-anchor:middle;" fillcolor="#2577E3" filled="t" stroked="f" coordsize="21600,21600" o:gfxdata="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nktNa5AAAA2wAA&#10;AA8AAAAAAAAAAQAgAAAAIgAAAGRycy9kb3ducmV2LnhtbFBLAQIUABQAAAAIAIdO4kAzLwWeOwAA&#10;ADkAAAAQAAAAAAAAAAEAIAAAAAgBAABkcnMvc2hhcGV4bWwueG1sUEsFBgAAAAAGAAYAWwEAALID&#10;AAAAAA==&#10;" adj="108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454" w:right="454" w:bottom="454" w:left="45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oNotDisplayPageBoundaries w:val="1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6648F1"/>
    <w:rsid w:val="00074D61"/>
    <w:rsid w:val="000804F1"/>
    <w:rsid w:val="00095CBC"/>
    <w:rsid w:val="000B1753"/>
    <w:rsid w:val="000E0B34"/>
    <w:rsid w:val="00112AA8"/>
    <w:rsid w:val="001A42A1"/>
    <w:rsid w:val="001D4ADF"/>
    <w:rsid w:val="001E5302"/>
    <w:rsid w:val="00203E7A"/>
    <w:rsid w:val="00246D84"/>
    <w:rsid w:val="002822CA"/>
    <w:rsid w:val="002827F5"/>
    <w:rsid w:val="00297042"/>
    <w:rsid w:val="002A39B9"/>
    <w:rsid w:val="002C2DBF"/>
    <w:rsid w:val="002F5C14"/>
    <w:rsid w:val="00344351"/>
    <w:rsid w:val="00364572"/>
    <w:rsid w:val="003C0FEB"/>
    <w:rsid w:val="003F6139"/>
    <w:rsid w:val="004670D2"/>
    <w:rsid w:val="0047039C"/>
    <w:rsid w:val="005212C9"/>
    <w:rsid w:val="00543661"/>
    <w:rsid w:val="0056391B"/>
    <w:rsid w:val="00637B0B"/>
    <w:rsid w:val="00673AB6"/>
    <w:rsid w:val="00694793"/>
    <w:rsid w:val="007046B7"/>
    <w:rsid w:val="00710489"/>
    <w:rsid w:val="007461B4"/>
    <w:rsid w:val="00756EC5"/>
    <w:rsid w:val="0076784A"/>
    <w:rsid w:val="0077059A"/>
    <w:rsid w:val="007B6EE6"/>
    <w:rsid w:val="00806901"/>
    <w:rsid w:val="0081485E"/>
    <w:rsid w:val="0082369B"/>
    <w:rsid w:val="008320FB"/>
    <w:rsid w:val="00836C2B"/>
    <w:rsid w:val="00851B3A"/>
    <w:rsid w:val="008520E9"/>
    <w:rsid w:val="00853C00"/>
    <w:rsid w:val="00863774"/>
    <w:rsid w:val="00864067"/>
    <w:rsid w:val="008A7EC4"/>
    <w:rsid w:val="008E6FA8"/>
    <w:rsid w:val="00926194"/>
    <w:rsid w:val="00926A3D"/>
    <w:rsid w:val="00966E73"/>
    <w:rsid w:val="0098007B"/>
    <w:rsid w:val="00983983"/>
    <w:rsid w:val="00991241"/>
    <w:rsid w:val="0099582C"/>
    <w:rsid w:val="009B28D2"/>
    <w:rsid w:val="00A3019C"/>
    <w:rsid w:val="00A30221"/>
    <w:rsid w:val="00A308CD"/>
    <w:rsid w:val="00A3370B"/>
    <w:rsid w:val="00A46EFD"/>
    <w:rsid w:val="00A4761A"/>
    <w:rsid w:val="00AA4DA6"/>
    <w:rsid w:val="00AA70B3"/>
    <w:rsid w:val="00AF7323"/>
    <w:rsid w:val="00B07EF3"/>
    <w:rsid w:val="00B73607"/>
    <w:rsid w:val="00B9782D"/>
    <w:rsid w:val="00BA6156"/>
    <w:rsid w:val="00BB55FE"/>
    <w:rsid w:val="00BC68B3"/>
    <w:rsid w:val="00BF263E"/>
    <w:rsid w:val="00C349B6"/>
    <w:rsid w:val="00C422C9"/>
    <w:rsid w:val="00C631C2"/>
    <w:rsid w:val="00C64F3A"/>
    <w:rsid w:val="00C94C82"/>
    <w:rsid w:val="00CB2D2C"/>
    <w:rsid w:val="00CB6719"/>
    <w:rsid w:val="00CC1B2C"/>
    <w:rsid w:val="00D35098"/>
    <w:rsid w:val="00D568C5"/>
    <w:rsid w:val="00D70D02"/>
    <w:rsid w:val="00D74A84"/>
    <w:rsid w:val="00DD340D"/>
    <w:rsid w:val="00E13C24"/>
    <w:rsid w:val="00E164BE"/>
    <w:rsid w:val="00E4382B"/>
    <w:rsid w:val="00E4793A"/>
    <w:rsid w:val="00E56EAC"/>
    <w:rsid w:val="00E62F77"/>
    <w:rsid w:val="00E65C14"/>
    <w:rsid w:val="00E910BA"/>
    <w:rsid w:val="00EB17BA"/>
    <w:rsid w:val="00EB344A"/>
    <w:rsid w:val="00EF23E7"/>
    <w:rsid w:val="00F577BA"/>
    <w:rsid w:val="00F9117C"/>
    <w:rsid w:val="00FA6237"/>
    <w:rsid w:val="00FB3313"/>
    <w:rsid w:val="00FB56AA"/>
    <w:rsid w:val="00FD34F0"/>
    <w:rsid w:val="00FF1AA5"/>
    <w:rsid w:val="01C87BD5"/>
    <w:rsid w:val="04150F76"/>
    <w:rsid w:val="046648F1"/>
    <w:rsid w:val="063C0955"/>
    <w:rsid w:val="08347C55"/>
    <w:rsid w:val="083F246A"/>
    <w:rsid w:val="0A2C54BB"/>
    <w:rsid w:val="0AEE60B4"/>
    <w:rsid w:val="0B913B41"/>
    <w:rsid w:val="0FD707DD"/>
    <w:rsid w:val="100931FF"/>
    <w:rsid w:val="113B37D8"/>
    <w:rsid w:val="13094CE1"/>
    <w:rsid w:val="162C7F4D"/>
    <w:rsid w:val="16560906"/>
    <w:rsid w:val="17E863FF"/>
    <w:rsid w:val="180B3DE1"/>
    <w:rsid w:val="19F56315"/>
    <w:rsid w:val="1B89513F"/>
    <w:rsid w:val="1D575592"/>
    <w:rsid w:val="24763C7D"/>
    <w:rsid w:val="25E63133"/>
    <w:rsid w:val="26D20F83"/>
    <w:rsid w:val="26FF3538"/>
    <w:rsid w:val="2766753F"/>
    <w:rsid w:val="2D3126C3"/>
    <w:rsid w:val="2D6B4704"/>
    <w:rsid w:val="2EFF2BA5"/>
    <w:rsid w:val="312A0376"/>
    <w:rsid w:val="33426E84"/>
    <w:rsid w:val="37C46ED8"/>
    <w:rsid w:val="389D7181"/>
    <w:rsid w:val="3B1C7748"/>
    <w:rsid w:val="3C5417B3"/>
    <w:rsid w:val="3D077980"/>
    <w:rsid w:val="4074217A"/>
    <w:rsid w:val="48D951C3"/>
    <w:rsid w:val="4A4503EC"/>
    <w:rsid w:val="4B757146"/>
    <w:rsid w:val="4C4079AB"/>
    <w:rsid w:val="575729E9"/>
    <w:rsid w:val="59383D9F"/>
    <w:rsid w:val="59D81EA5"/>
    <w:rsid w:val="5ADE60C4"/>
    <w:rsid w:val="5CF2197F"/>
    <w:rsid w:val="5F546567"/>
    <w:rsid w:val="602619E4"/>
    <w:rsid w:val="65557F49"/>
    <w:rsid w:val="6935773D"/>
    <w:rsid w:val="6974345D"/>
    <w:rsid w:val="697748E8"/>
    <w:rsid w:val="6BD478A3"/>
    <w:rsid w:val="6EF92248"/>
    <w:rsid w:val="6FDB0F4F"/>
    <w:rsid w:val="72333E45"/>
    <w:rsid w:val="77EB101B"/>
    <w:rsid w:val="78B36AD3"/>
    <w:rsid w:val="7A6C663E"/>
    <w:rsid w:val="7AF021D7"/>
    <w:rsid w:val="7B1706C7"/>
    <w:rsid w:val="7B272974"/>
    <w:rsid w:val="7C18245F"/>
    <w:rsid w:val="7F39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7329;&#34701;&#20998;&#26512;&#24072;&#31616;&#21382;JM0347A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金融分析师简历JM0347A.docx</Template>
  <Manager>www.jianlimoban-ziyuan.com</Manager>
  <Company>简历模板资源网</Company>
  <Pages>2</Pages>
  <Words>0</Words>
  <Characters>0</Characters>
  <Lines>1</Lines>
  <Paragraphs>1</Paragraphs>
  <TotalTime>108</TotalTime>
  <ScaleCrop>false</ScaleCrop>
  <LinksUpToDate>false</LinksUpToDate>
  <CharactersWithSpaces>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免费简历网站</cp:category>
  <dcterms:created xsi:type="dcterms:W3CDTF">2024-05-01T13:32:00Z</dcterms:created>
  <dc:creator>简历模板资源网</dc:creator>
  <dc:description>www.jianlimoban-ziyuan.com</dc:description>
  <cp:keywords>免费简历网站</cp:keywords>
  <cp:lastModifiedBy>傻瓜</cp:lastModifiedBy>
  <dcterms:modified xsi:type="dcterms:W3CDTF">2025-05-06T06:00:11Z</dcterms:modified>
  <dc:subject>免费简历网站</dc:subject>
  <dc:title>www.jianlimoban-ziyuan.com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B4312DB61AE2413A977512F01CB0A12B_13</vt:lpwstr>
  </property>
  <property fmtid="{D5CDD505-2E9C-101B-9397-08002B2CF9AE}" pid="3" name="KSOProductBuildVer">
    <vt:lpwstr>2052-12.1.0.20784</vt:lpwstr>
  </property>
  <property fmtid="{D5CDD505-2E9C-101B-9397-08002B2CF9AE}" pid="4" name="KSOTemplateDocerSaveRecord">
    <vt:lpwstr>eyJoZGlkIjoiNmM2NDcyOGEwNTA3NjJiZTY2NzU1NzdmMWNhYzU5ZTAiLCJ1c2VySWQiOiI2NDIyMjQwNTkifQ==</vt:lpwstr>
  </property>
</Properties>
</file>